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245EB" w14:textId="77777777" w:rsidR="00C46ED0" w:rsidRDefault="00C46ED0" w:rsidP="004F3663">
      <w:pPr>
        <w:pStyle w:val="Heading4"/>
        <w:jc w:val="right"/>
      </w:pPr>
      <w:r w:rsidRPr="00224007">
        <w:rPr>
          <w:noProof/>
          <w:lang w:val="en-ZA" w:eastAsia="en-ZA"/>
        </w:rPr>
        <w:drawing>
          <wp:anchor distT="0" distB="0" distL="114300" distR="114300" simplePos="0" relativeHeight="251661312" behindDoc="0" locked="0" layoutInCell="1" allowOverlap="1" wp14:anchorId="5AE24894" wp14:editId="5AE24895">
            <wp:simplePos x="0" y="0"/>
            <wp:positionH relativeFrom="column">
              <wp:posOffset>2491105</wp:posOffset>
            </wp:positionH>
            <wp:positionV relativeFrom="paragraph">
              <wp:posOffset>-9525</wp:posOffset>
            </wp:positionV>
            <wp:extent cx="1385512" cy="1276350"/>
            <wp:effectExtent l="0" t="0" r="5715" b="0"/>
            <wp:wrapNone/>
            <wp:docPr id="61" name="Picture 61" descr="Picture%2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%200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12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245EC" w14:textId="77777777" w:rsidR="00C46ED0" w:rsidRDefault="00C46ED0" w:rsidP="00C46ED0">
      <w:pPr>
        <w:pStyle w:val="Heading4"/>
      </w:pPr>
    </w:p>
    <w:p w14:paraId="5AE245ED" w14:textId="77777777" w:rsidR="00C46ED0" w:rsidRDefault="00C46ED0" w:rsidP="00C46ED0">
      <w:pPr>
        <w:pStyle w:val="Heading4"/>
      </w:pPr>
    </w:p>
    <w:p w14:paraId="5AE245EE" w14:textId="77777777" w:rsidR="00C46ED0" w:rsidRDefault="00C46ED0" w:rsidP="00C46ED0">
      <w:pPr>
        <w:pStyle w:val="NoSpacing"/>
        <w:jc w:val="center"/>
        <w:rPr>
          <w:b/>
          <w:bCs/>
          <w:sz w:val="30"/>
          <w:szCs w:val="30"/>
          <w:lang w:val="en-ZA"/>
        </w:rPr>
      </w:pPr>
    </w:p>
    <w:p w14:paraId="5AE245EF" w14:textId="77777777" w:rsidR="00C46ED0" w:rsidRPr="00B50D3A" w:rsidRDefault="00C46ED0" w:rsidP="00C46ED0">
      <w:pPr>
        <w:pStyle w:val="NoSpacing"/>
        <w:jc w:val="center"/>
        <w:rPr>
          <w:rFonts w:ascii="Arial" w:hAnsi="Arial"/>
          <w:b/>
          <w:bCs/>
          <w:sz w:val="24"/>
          <w:szCs w:val="24"/>
          <w:lang w:val="en-ZA"/>
        </w:rPr>
      </w:pPr>
      <w:r w:rsidRPr="00B50D3A">
        <w:rPr>
          <w:rFonts w:ascii="Arial" w:hAnsi="Arial"/>
          <w:b/>
          <w:bCs/>
          <w:sz w:val="24"/>
          <w:szCs w:val="24"/>
          <w:lang w:val="en-ZA"/>
        </w:rPr>
        <w:t>BEAUFORT-WES(T)</w:t>
      </w:r>
    </w:p>
    <w:p w14:paraId="5AE245F0" w14:textId="77777777" w:rsidR="00C46ED0" w:rsidRPr="00B50D3A" w:rsidRDefault="00C46ED0" w:rsidP="00C46ED0">
      <w:pPr>
        <w:pStyle w:val="NoSpacing"/>
        <w:jc w:val="center"/>
        <w:rPr>
          <w:rFonts w:ascii="Arial" w:hAnsi="Arial"/>
          <w:b/>
          <w:bCs/>
          <w:sz w:val="24"/>
          <w:szCs w:val="24"/>
          <w:lang w:val="en-ZA"/>
        </w:rPr>
      </w:pPr>
      <w:r w:rsidRPr="00B50D3A">
        <w:rPr>
          <w:rFonts w:ascii="Arial" w:hAnsi="Arial"/>
          <w:b/>
          <w:bCs/>
          <w:sz w:val="24"/>
          <w:szCs w:val="24"/>
          <w:lang w:val="en-ZA"/>
        </w:rPr>
        <w:t>MUNISIPALITEIT // MUNICIPALITY</w:t>
      </w:r>
    </w:p>
    <w:p w14:paraId="5AE245F1" w14:textId="77777777" w:rsidR="00611417" w:rsidRDefault="00611417" w:rsidP="00611417">
      <w:pPr>
        <w:jc w:val="center"/>
        <w:rPr>
          <w:rFonts w:ascii="Century Gothic" w:hAnsi="Century Gothic"/>
          <w:color w:val="808080" w:themeColor="background1" w:themeShade="80"/>
        </w:rPr>
      </w:pPr>
    </w:p>
    <w:tbl>
      <w:tblPr>
        <w:tblStyle w:val="TableGrid"/>
        <w:tblW w:w="10913" w:type="dxa"/>
        <w:tblInd w:w="-54" w:type="dxa"/>
        <w:tblLayout w:type="fixed"/>
        <w:tblLook w:val="04A0" w:firstRow="1" w:lastRow="0" w:firstColumn="1" w:lastColumn="0" w:noHBand="0" w:noVBand="1"/>
      </w:tblPr>
      <w:tblGrid>
        <w:gridCol w:w="607"/>
        <w:gridCol w:w="15"/>
        <w:gridCol w:w="28"/>
        <w:gridCol w:w="564"/>
        <w:gridCol w:w="503"/>
        <w:gridCol w:w="102"/>
        <w:gridCol w:w="130"/>
        <w:gridCol w:w="73"/>
        <w:gridCol w:w="380"/>
        <w:gridCol w:w="224"/>
        <w:gridCol w:w="202"/>
        <w:gridCol w:w="566"/>
        <w:gridCol w:w="134"/>
        <w:gridCol w:w="140"/>
        <w:gridCol w:w="448"/>
        <w:gridCol w:w="337"/>
        <w:gridCol w:w="111"/>
        <w:gridCol w:w="101"/>
        <w:gridCol w:w="437"/>
        <w:gridCol w:w="61"/>
        <w:gridCol w:w="64"/>
        <w:gridCol w:w="101"/>
        <w:gridCol w:w="7"/>
        <w:gridCol w:w="51"/>
        <w:gridCol w:w="112"/>
        <w:gridCol w:w="90"/>
        <w:gridCol w:w="197"/>
        <w:gridCol w:w="184"/>
        <w:gridCol w:w="226"/>
        <w:gridCol w:w="38"/>
        <w:gridCol w:w="481"/>
        <w:gridCol w:w="88"/>
        <w:gridCol w:w="287"/>
        <w:gridCol w:w="182"/>
        <w:gridCol w:w="23"/>
        <w:gridCol w:w="13"/>
        <w:gridCol w:w="13"/>
        <w:gridCol w:w="89"/>
        <w:gridCol w:w="704"/>
        <w:gridCol w:w="15"/>
        <w:gridCol w:w="15"/>
        <w:gridCol w:w="776"/>
        <w:gridCol w:w="19"/>
        <w:gridCol w:w="10"/>
        <w:gridCol w:w="983"/>
        <w:gridCol w:w="23"/>
        <w:gridCol w:w="401"/>
        <w:gridCol w:w="531"/>
        <w:gridCol w:w="27"/>
      </w:tblGrid>
      <w:tr w:rsidR="000B5BBB" w:rsidRPr="00A8082D" w14:paraId="5AE245F6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5F2" w14:textId="77777777" w:rsidR="00BF0B87" w:rsidRDefault="00BF0B87" w:rsidP="00BF0B87">
            <w:pPr>
              <w:spacing w:line="271" w:lineRule="auto"/>
              <w:contextualSpacing/>
              <w:jc w:val="center"/>
              <w:rPr>
                <w:b/>
              </w:rPr>
            </w:pPr>
          </w:p>
          <w:p w14:paraId="5AE245F3" w14:textId="77777777" w:rsidR="00BF0B87" w:rsidRPr="00BF0B87" w:rsidRDefault="00BF0B87" w:rsidP="00BF0B87">
            <w:pPr>
              <w:spacing w:line="271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BF0B87">
              <w:rPr>
                <w:rFonts w:ascii="Century Gothic" w:hAnsi="Century Gothic"/>
                <w:b/>
              </w:rPr>
              <w:t xml:space="preserve">LAND </w:t>
            </w:r>
            <w:r w:rsidR="008B4E2D">
              <w:rPr>
                <w:rFonts w:ascii="Century Gothic" w:hAnsi="Century Gothic"/>
                <w:b/>
              </w:rPr>
              <w:t>USE PLANNING</w:t>
            </w:r>
            <w:r w:rsidRPr="00BF0B87">
              <w:rPr>
                <w:rFonts w:ascii="Century Gothic" w:hAnsi="Century Gothic"/>
                <w:b/>
              </w:rPr>
              <w:t xml:space="preserve"> APPLICATION FORM </w:t>
            </w:r>
          </w:p>
          <w:p w14:paraId="5AE245F4" w14:textId="77777777" w:rsidR="001A5E35" w:rsidRPr="00C46ED0" w:rsidRDefault="00BF0B87" w:rsidP="00BF0B87">
            <w:pPr>
              <w:spacing w:line="271" w:lineRule="auto"/>
              <w:contextualSpacing/>
              <w:jc w:val="center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C46ED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(Section 15 of the </w:t>
            </w:r>
            <w:r w:rsidRPr="00C46ED0">
              <w:rPr>
                <w:rFonts w:ascii="Century Gothic" w:hAnsi="Century Gothic" w:cs="Arial"/>
                <w:b/>
                <w:sz w:val="20"/>
                <w:szCs w:val="20"/>
              </w:rPr>
              <w:t xml:space="preserve">By-law on </w:t>
            </w:r>
            <w:r w:rsidR="00C46ED0" w:rsidRPr="00C46ED0">
              <w:rPr>
                <w:rFonts w:ascii="Century Gothic" w:hAnsi="Century Gothic" w:cs="Arial"/>
                <w:b/>
                <w:sz w:val="20"/>
                <w:szCs w:val="20"/>
              </w:rPr>
              <w:t>Municipal Land Use Planning for Beaufort West Municipality</w:t>
            </w:r>
            <w:r w:rsidRPr="00C46ED0">
              <w:rPr>
                <w:rFonts w:ascii="Century Gothic" w:hAnsi="Century Gothic" w:cs="Arial"/>
                <w:b/>
                <w:sz w:val="20"/>
                <w:szCs w:val="20"/>
              </w:rPr>
              <w:t>)</w:t>
            </w:r>
            <w:r w:rsidRPr="00C46ED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</w:p>
          <w:p w14:paraId="5AE245F5" w14:textId="77777777" w:rsidR="00BF0B87" w:rsidRPr="001A5E35" w:rsidRDefault="00BF0B87" w:rsidP="00BF0B87">
            <w:pPr>
              <w:spacing w:line="271" w:lineRule="auto"/>
              <w:contextualSpacing/>
              <w:jc w:val="center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BF0B87" w:rsidRPr="00A8082D" w14:paraId="5AE245F9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AE245F7" w14:textId="77777777" w:rsidR="00BF0B87" w:rsidRDefault="008F06DD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KINDLY </w:t>
            </w:r>
            <w:r w:rsidR="00BF0B87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NOTE: </w:t>
            </w:r>
            <w:r w:rsidR="00BF0B87">
              <w:rPr>
                <w:rFonts w:ascii="Century Gothic" w:hAnsi="Century Gothic" w:cs="Arial"/>
                <w:sz w:val="20"/>
                <w:szCs w:val="20"/>
                <w:lang w:val="en-ZA"/>
              </w:rPr>
              <w:t>Please complete this form using BLOCK capitals and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ticking the appropriate boxes.</w:t>
            </w:r>
          </w:p>
          <w:p w14:paraId="5AE245F8" w14:textId="77777777" w:rsidR="00CD4CAD" w:rsidRPr="00CD4CAD" w:rsidRDefault="00CD4CAD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A5E35" w:rsidRPr="00A8082D" w14:paraId="5AE245FB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5FA" w14:textId="77777777" w:rsidR="001A5E35" w:rsidRDefault="001A5E35" w:rsidP="000B5BBB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: 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APPLICANT DETAILS</w:t>
            </w:r>
          </w:p>
        </w:tc>
      </w:tr>
      <w:tr w:rsidR="008710FD" w:rsidRPr="00A8082D" w14:paraId="5AE245FF" w14:textId="77777777" w:rsidTr="00333E9F">
        <w:tc>
          <w:tcPr>
            <w:tcW w:w="2022" w:type="dxa"/>
            <w:gridSpan w:val="8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14:paraId="5AE245F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First name(s)</w:t>
            </w:r>
          </w:p>
        </w:tc>
        <w:tc>
          <w:tcPr>
            <w:tcW w:w="8891" w:type="dxa"/>
            <w:gridSpan w:val="41"/>
            <w:tcBorders>
              <w:top w:val="single" w:sz="4" w:space="0" w:color="auto"/>
            </w:tcBorders>
            <w:vAlign w:val="center"/>
          </w:tcPr>
          <w:p w14:paraId="5AE245FD" w14:textId="348EA848" w:rsidR="008710FD" w:rsidRPr="00A8082D" w:rsidRDefault="00066E78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Andries</w:t>
            </w:r>
          </w:p>
          <w:p w14:paraId="5AE245FE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03" w14:textId="77777777" w:rsidTr="00333E9F">
        <w:tc>
          <w:tcPr>
            <w:tcW w:w="2022" w:type="dxa"/>
            <w:gridSpan w:val="8"/>
            <w:tcBorders>
              <w:left w:val="single" w:sz="4" w:space="0" w:color="000000" w:themeColor="text1"/>
            </w:tcBorders>
            <w:vAlign w:val="center"/>
          </w:tcPr>
          <w:p w14:paraId="5AE24600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Surname</w:t>
            </w:r>
          </w:p>
        </w:tc>
        <w:tc>
          <w:tcPr>
            <w:tcW w:w="8891" w:type="dxa"/>
            <w:gridSpan w:val="41"/>
            <w:vAlign w:val="center"/>
          </w:tcPr>
          <w:p w14:paraId="5AE24601" w14:textId="2FC7234C" w:rsidR="008710FD" w:rsidRPr="00A8082D" w:rsidRDefault="00066E78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Du Plessis</w:t>
            </w:r>
          </w:p>
          <w:p w14:paraId="5AE2460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06" w14:textId="77777777" w:rsidTr="00333E9F">
        <w:tc>
          <w:tcPr>
            <w:tcW w:w="5102" w:type="dxa"/>
            <w:gridSpan w:val="19"/>
            <w:tcBorders>
              <w:left w:val="single" w:sz="4" w:space="0" w:color="000000" w:themeColor="text1"/>
            </w:tcBorders>
            <w:vAlign w:val="center"/>
          </w:tcPr>
          <w:p w14:paraId="5AE24604" w14:textId="77777777" w:rsidR="008710FD" w:rsidRPr="00E54503" w:rsidRDefault="008710FD" w:rsidP="00E5450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S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outh African Council for Planners (S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ACPLAN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) r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eg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istration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number 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(if applicable)</w:t>
            </w:r>
          </w:p>
        </w:tc>
        <w:tc>
          <w:tcPr>
            <w:tcW w:w="5811" w:type="dxa"/>
            <w:gridSpan w:val="30"/>
            <w:vAlign w:val="center"/>
          </w:tcPr>
          <w:p w14:paraId="5AE24605" w14:textId="4262C1F6" w:rsidR="008710FD" w:rsidRPr="00A8082D" w:rsidRDefault="00066E78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A/2551/2017</w:t>
            </w:r>
          </w:p>
        </w:tc>
      </w:tr>
      <w:tr w:rsidR="008710FD" w:rsidRPr="00A8082D" w14:paraId="5AE2460B" w14:textId="77777777" w:rsidTr="00333E9F">
        <w:tc>
          <w:tcPr>
            <w:tcW w:w="2022" w:type="dxa"/>
            <w:gridSpan w:val="8"/>
            <w:tcBorders>
              <w:left w:val="single" w:sz="4" w:space="0" w:color="000000" w:themeColor="text1"/>
            </w:tcBorders>
            <w:vAlign w:val="center"/>
          </w:tcPr>
          <w:p w14:paraId="5AE24607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Company name </w:t>
            </w:r>
          </w:p>
          <w:p w14:paraId="5AE24608" w14:textId="77777777" w:rsidR="008710FD" w:rsidRPr="00E54503" w:rsidRDefault="008710FD" w:rsidP="006B0801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(if applicable)</w:t>
            </w:r>
          </w:p>
        </w:tc>
        <w:tc>
          <w:tcPr>
            <w:tcW w:w="8891" w:type="dxa"/>
            <w:gridSpan w:val="41"/>
            <w:vAlign w:val="center"/>
          </w:tcPr>
          <w:p w14:paraId="5AE24609" w14:textId="0E16D0C1" w:rsidR="008710FD" w:rsidRPr="00A8082D" w:rsidRDefault="00066E78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Mulilo </w:t>
            </w:r>
          </w:p>
          <w:p w14:paraId="5AE2460A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0F" w14:textId="77777777" w:rsidTr="00333E9F">
        <w:tc>
          <w:tcPr>
            <w:tcW w:w="2022" w:type="dxa"/>
            <w:gridSpan w:val="8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5AE2460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Postal Address</w:t>
            </w:r>
          </w:p>
        </w:tc>
        <w:tc>
          <w:tcPr>
            <w:tcW w:w="8891" w:type="dxa"/>
            <w:gridSpan w:val="41"/>
            <w:vAlign w:val="center"/>
          </w:tcPr>
          <w:p w14:paraId="5AE2460D" w14:textId="46A6F078" w:rsidR="008710FD" w:rsidRPr="00A8082D" w:rsidRDefault="00C56A37" w:rsidP="00C56A37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C56A37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21st Floor, Portside, 5 </w:t>
            </w:r>
            <w:proofErr w:type="spellStart"/>
            <w:r w:rsidRPr="00C56A37">
              <w:rPr>
                <w:rFonts w:ascii="Century Gothic" w:hAnsi="Century Gothic" w:cs="Arial"/>
                <w:sz w:val="20"/>
                <w:szCs w:val="20"/>
                <w:lang w:val="en-ZA"/>
              </w:rPr>
              <w:t>Buitengracht</w:t>
            </w:r>
            <w:proofErr w:type="spellEnd"/>
            <w:r w:rsidRPr="00C56A37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Street, Cape Town, South Africa, 8001</w:t>
            </w:r>
          </w:p>
          <w:p w14:paraId="5AE2460E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14" w14:textId="77777777" w:rsidTr="00333E9F">
        <w:tc>
          <w:tcPr>
            <w:tcW w:w="2022" w:type="dxa"/>
            <w:gridSpan w:val="8"/>
            <w:vMerge/>
            <w:tcBorders>
              <w:left w:val="single" w:sz="4" w:space="0" w:color="000000" w:themeColor="text1"/>
            </w:tcBorders>
            <w:vAlign w:val="center"/>
          </w:tcPr>
          <w:p w14:paraId="5AE24610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5285" w:type="dxa"/>
            <w:gridSpan w:val="28"/>
            <w:vAlign w:val="center"/>
          </w:tcPr>
          <w:p w14:paraId="5AE24611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821" w:type="dxa"/>
            <w:gridSpan w:val="4"/>
            <w:vAlign w:val="center"/>
          </w:tcPr>
          <w:p w14:paraId="5AE2461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Postal Code</w:t>
            </w:r>
          </w:p>
        </w:tc>
        <w:tc>
          <w:tcPr>
            <w:tcW w:w="2785" w:type="dxa"/>
            <w:gridSpan w:val="9"/>
            <w:vAlign w:val="center"/>
          </w:tcPr>
          <w:p w14:paraId="5AE24613" w14:textId="4F3FFB5E" w:rsidR="008710FD" w:rsidRPr="00A8082D" w:rsidRDefault="00C56A3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C56A37">
              <w:rPr>
                <w:rFonts w:ascii="Century Gothic" w:hAnsi="Century Gothic" w:cs="Arial"/>
                <w:sz w:val="20"/>
                <w:szCs w:val="20"/>
                <w:lang w:val="en-ZA"/>
              </w:rPr>
              <w:t>8001</w:t>
            </w:r>
          </w:p>
        </w:tc>
      </w:tr>
      <w:tr w:rsidR="008710FD" w:rsidRPr="00A8082D" w14:paraId="5AE24619" w14:textId="77777777" w:rsidTr="00333E9F">
        <w:tc>
          <w:tcPr>
            <w:tcW w:w="2022" w:type="dxa"/>
            <w:gridSpan w:val="8"/>
            <w:tcBorders>
              <w:left w:val="single" w:sz="4" w:space="0" w:color="000000" w:themeColor="text1"/>
            </w:tcBorders>
            <w:vAlign w:val="center"/>
          </w:tcPr>
          <w:p w14:paraId="5AE24615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Email </w:t>
            </w:r>
          </w:p>
        </w:tc>
        <w:tc>
          <w:tcPr>
            <w:tcW w:w="8891" w:type="dxa"/>
            <w:gridSpan w:val="41"/>
            <w:vAlign w:val="center"/>
          </w:tcPr>
          <w:p w14:paraId="5AE24616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617" w14:textId="6A3E8BAD" w:rsidR="008710FD" w:rsidRPr="00A8082D" w:rsidRDefault="00C56A3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hyperlink r:id="rId8" w:history="1">
              <w:r w:rsidRPr="00524618">
                <w:rPr>
                  <w:rStyle w:val="Hyperlink"/>
                  <w:rFonts w:ascii="Century Gothic" w:hAnsi="Century Gothic" w:cs="Arial"/>
                  <w:sz w:val="20"/>
                  <w:szCs w:val="20"/>
                  <w:lang w:val="en-ZA"/>
                </w:rPr>
                <w:t>andu@mulilo.com</w:t>
              </w:r>
            </w:hyperlink>
          </w:p>
          <w:p w14:paraId="5AE24618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21" w14:textId="77777777" w:rsidTr="00333E9F">
        <w:tc>
          <w:tcPr>
            <w:tcW w:w="650" w:type="dxa"/>
            <w:gridSpan w:val="3"/>
            <w:tcBorders>
              <w:left w:val="single" w:sz="4" w:space="0" w:color="000000" w:themeColor="text1"/>
              <w:bottom w:val="single" w:sz="18" w:space="0" w:color="000000" w:themeColor="text1"/>
            </w:tcBorders>
            <w:vAlign w:val="center"/>
          </w:tcPr>
          <w:p w14:paraId="5AE2461A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Tel</w:t>
            </w:r>
          </w:p>
        </w:tc>
        <w:tc>
          <w:tcPr>
            <w:tcW w:w="2744" w:type="dxa"/>
            <w:gridSpan w:val="9"/>
            <w:tcBorders>
              <w:bottom w:val="single" w:sz="18" w:space="0" w:color="000000" w:themeColor="text1"/>
            </w:tcBorders>
            <w:vAlign w:val="center"/>
          </w:tcPr>
          <w:p w14:paraId="5AE2461B" w14:textId="30D4BAA1" w:rsidR="008710FD" w:rsidRPr="00A8082D" w:rsidRDefault="00C56A3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021 685 3240</w:t>
            </w:r>
          </w:p>
          <w:p w14:paraId="5AE2461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059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5AE2461D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Fax</w:t>
            </w:r>
          </w:p>
        </w:tc>
        <w:tc>
          <w:tcPr>
            <w:tcW w:w="2841" w:type="dxa"/>
            <w:gridSpan w:val="19"/>
            <w:tcBorders>
              <w:bottom w:val="single" w:sz="18" w:space="0" w:color="000000" w:themeColor="text1"/>
            </w:tcBorders>
            <w:vAlign w:val="center"/>
          </w:tcPr>
          <w:p w14:paraId="5AE2461E" w14:textId="4B2213E1" w:rsidR="008710FD" w:rsidRPr="00A8082D" w:rsidRDefault="00C56A3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</w:tc>
        <w:tc>
          <w:tcPr>
            <w:tcW w:w="819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5AE2461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Cell</w:t>
            </w:r>
          </w:p>
        </w:tc>
        <w:tc>
          <w:tcPr>
            <w:tcW w:w="2800" w:type="dxa"/>
            <w:gridSpan w:val="10"/>
            <w:tcBorders>
              <w:bottom w:val="single" w:sz="18" w:space="0" w:color="000000" w:themeColor="text1"/>
            </w:tcBorders>
            <w:vAlign w:val="center"/>
          </w:tcPr>
          <w:p w14:paraId="5AE24620" w14:textId="3EC82437" w:rsidR="008710FD" w:rsidRPr="00A8082D" w:rsidRDefault="00C56A3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076 775 1942</w:t>
            </w:r>
          </w:p>
        </w:tc>
      </w:tr>
      <w:tr w:rsidR="008710FD" w:rsidRPr="00A8082D" w14:paraId="5AE24623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622" w14:textId="77777777" w:rsidR="008710FD" w:rsidRPr="00A8082D" w:rsidRDefault="008710FD" w:rsidP="00E54503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B: REGISTERED OWNER(S) DETAILS </w:t>
            </w:r>
            <w:r w:rsid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(I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f different from applicant)</w:t>
            </w:r>
          </w:p>
        </w:tc>
      </w:tr>
      <w:tr w:rsidR="008710FD" w:rsidRPr="00A8082D" w14:paraId="5AE24627" w14:textId="77777777" w:rsidTr="00333E9F">
        <w:tc>
          <w:tcPr>
            <w:tcW w:w="2022" w:type="dxa"/>
            <w:gridSpan w:val="8"/>
            <w:tcBorders>
              <w:top w:val="single" w:sz="18" w:space="0" w:color="000000" w:themeColor="text1"/>
              <w:left w:val="single" w:sz="4" w:space="0" w:color="000000" w:themeColor="text1"/>
            </w:tcBorders>
            <w:vAlign w:val="center"/>
          </w:tcPr>
          <w:p w14:paraId="5AE2462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Registered owner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(s)</w:t>
            </w:r>
          </w:p>
        </w:tc>
        <w:tc>
          <w:tcPr>
            <w:tcW w:w="8891" w:type="dxa"/>
            <w:gridSpan w:val="41"/>
            <w:tcBorders>
              <w:top w:val="single" w:sz="18" w:space="0" w:color="000000" w:themeColor="text1"/>
            </w:tcBorders>
            <w:vAlign w:val="center"/>
          </w:tcPr>
          <w:p w14:paraId="5AE24626" w14:textId="0718C95D" w:rsidR="008710FD" w:rsidRPr="009F346A" w:rsidRDefault="00C56A37" w:rsidP="006B08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73B10">
              <w:rPr>
                <w:rFonts w:ascii="Century Gothic" w:hAnsi="Century Gothic" w:cs="Arial"/>
                <w:sz w:val="20"/>
                <w:szCs w:val="20"/>
                <w:lang w:val="en-ZA"/>
              </w:rPr>
              <w:t>PG Olivier</w:t>
            </w:r>
            <w:r w:rsidR="00C05947" w:rsidRPr="00A73B10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(solar facility)</w:t>
            </w:r>
            <w:r w:rsidR="006E31FB" w:rsidRPr="00A73B10">
              <w:rPr>
                <w:rFonts w:ascii="Century Gothic" w:hAnsi="Century Gothic" w:cs="Arial"/>
                <w:sz w:val="20"/>
                <w:szCs w:val="20"/>
                <w:lang w:val="en-ZA"/>
              </w:rPr>
              <w:t>; and</w:t>
            </w:r>
          </w:p>
        </w:tc>
      </w:tr>
      <w:tr w:rsidR="008710FD" w:rsidRPr="00A8082D" w14:paraId="5AE2462B" w14:textId="77777777" w:rsidTr="00333E9F">
        <w:tc>
          <w:tcPr>
            <w:tcW w:w="2022" w:type="dxa"/>
            <w:gridSpan w:val="8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5AE24628" w14:textId="77777777" w:rsidR="008710FD" w:rsidRPr="00A8082D" w:rsidRDefault="00E54503" w:rsidP="00E5450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Physical a</w:t>
            </w:r>
            <w:r w:rsidR="008710FD"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ddress</w:t>
            </w:r>
          </w:p>
        </w:tc>
        <w:tc>
          <w:tcPr>
            <w:tcW w:w="8891" w:type="dxa"/>
            <w:gridSpan w:val="41"/>
            <w:vAlign w:val="center"/>
          </w:tcPr>
          <w:p w14:paraId="5AE2462A" w14:textId="2BF28D65" w:rsidR="008710FD" w:rsidRPr="00A8082D" w:rsidRDefault="00C56A3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Farm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Quaggasfontein</w:t>
            </w:r>
            <w:proofErr w:type="spellEnd"/>
            <w:r w:rsid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</w:t>
            </w:r>
            <w:proofErr w:type="gramStart"/>
            <w:r w:rsidR="00DB53F8" w:rsidRP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>OLIVIER,P</w:t>
            </w:r>
            <w:proofErr w:type="gramEnd"/>
            <w:r w:rsidR="00DB53F8" w:rsidRP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G</w:t>
            </w:r>
            <w:r w:rsid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  <w:r w:rsidR="00DB53F8" w:rsidRP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>PO BOX 613</w:t>
            </w:r>
            <w:r w:rsid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  <w:r w:rsidR="00DB53F8" w:rsidRP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>BEAUFORT WEST</w:t>
            </w:r>
            <w:r w:rsid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  <w:r w:rsidR="00DB53F8" w:rsidRP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>6970</w:t>
            </w:r>
            <w:r w:rsidR="00DB53F8">
              <w:rPr>
                <w:rFonts w:ascii="Century Gothic" w:hAnsi="Century Gothic" w:cs="Arial"/>
                <w:sz w:val="20"/>
                <w:szCs w:val="20"/>
                <w:lang w:val="en-ZA"/>
              </w:rPr>
              <w:t>)</w:t>
            </w:r>
          </w:p>
        </w:tc>
      </w:tr>
      <w:tr w:rsidR="008710FD" w:rsidRPr="00A8082D" w14:paraId="5AE24630" w14:textId="77777777" w:rsidTr="00333E9F">
        <w:tc>
          <w:tcPr>
            <w:tcW w:w="2022" w:type="dxa"/>
            <w:gridSpan w:val="8"/>
            <w:vMerge/>
            <w:tcBorders>
              <w:left w:val="single" w:sz="4" w:space="0" w:color="000000" w:themeColor="text1"/>
            </w:tcBorders>
            <w:vAlign w:val="center"/>
          </w:tcPr>
          <w:p w14:paraId="5AE2462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5298" w:type="dxa"/>
            <w:gridSpan w:val="29"/>
            <w:vAlign w:val="center"/>
          </w:tcPr>
          <w:p w14:paraId="5AE2462D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823" w:type="dxa"/>
            <w:gridSpan w:val="4"/>
            <w:vAlign w:val="center"/>
          </w:tcPr>
          <w:p w14:paraId="5AE2462E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Postal code</w:t>
            </w:r>
          </w:p>
        </w:tc>
        <w:tc>
          <w:tcPr>
            <w:tcW w:w="2770" w:type="dxa"/>
            <w:gridSpan w:val="8"/>
            <w:vAlign w:val="center"/>
          </w:tcPr>
          <w:p w14:paraId="3FFE692A" w14:textId="77777777" w:rsidR="008710FD" w:rsidRDefault="00033AEF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6970</w:t>
            </w:r>
          </w:p>
          <w:p w14:paraId="32A0090E" w14:textId="77777777" w:rsidR="003270A7" w:rsidRDefault="003270A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62F" w14:textId="23038D05" w:rsidR="003270A7" w:rsidRPr="00A8082D" w:rsidRDefault="003270A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34" w14:textId="77777777" w:rsidTr="00333E9F">
        <w:tc>
          <w:tcPr>
            <w:tcW w:w="2022" w:type="dxa"/>
            <w:gridSpan w:val="8"/>
            <w:tcBorders>
              <w:left w:val="single" w:sz="4" w:space="0" w:color="000000" w:themeColor="text1"/>
            </w:tcBorders>
            <w:vAlign w:val="center"/>
          </w:tcPr>
          <w:p w14:paraId="5AE24631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E-mail</w:t>
            </w:r>
          </w:p>
        </w:tc>
        <w:tc>
          <w:tcPr>
            <w:tcW w:w="8891" w:type="dxa"/>
            <w:gridSpan w:val="41"/>
            <w:vAlign w:val="center"/>
          </w:tcPr>
          <w:p w14:paraId="5AE24633" w14:textId="52FEDDDE" w:rsidR="008710FD" w:rsidRPr="006C776D" w:rsidRDefault="00AA3B56" w:rsidP="006C776D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F359FD">
              <w:rPr>
                <w:rFonts w:ascii="Century Gothic" w:hAnsi="Century Gothic" w:cs="Arial"/>
                <w:sz w:val="20"/>
                <w:szCs w:val="20"/>
                <w:lang w:val="en-ZA"/>
              </w:rPr>
              <w:t>olivierpg5@gmail.com</w:t>
            </w:r>
          </w:p>
        </w:tc>
      </w:tr>
      <w:tr w:rsidR="008710FD" w:rsidRPr="00A8082D" w14:paraId="5AE2463C" w14:textId="77777777" w:rsidTr="00333E9F">
        <w:tc>
          <w:tcPr>
            <w:tcW w:w="650" w:type="dxa"/>
            <w:gridSpan w:val="3"/>
            <w:tcBorders>
              <w:left w:val="single" w:sz="4" w:space="0" w:color="000000" w:themeColor="text1"/>
              <w:bottom w:val="single" w:sz="18" w:space="0" w:color="000000" w:themeColor="text1"/>
            </w:tcBorders>
            <w:vAlign w:val="center"/>
          </w:tcPr>
          <w:p w14:paraId="5AE24635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Tel</w:t>
            </w:r>
          </w:p>
        </w:tc>
        <w:tc>
          <w:tcPr>
            <w:tcW w:w="2744" w:type="dxa"/>
            <w:gridSpan w:val="9"/>
            <w:tcBorders>
              <w:bottom w:val="single" w:sz="18" w:space="0" w:color="000000" w:themeColor="text1"/>
            </w:tcBorders>
            <w:vAlign w:val="center"/>
          </w:tcPr>
          <w:p w14:paraId="6C88BEFA" w14:textId="1692665E" w:rsidR="008710FD" w:rsidRDefault="00CC03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0</w:t>
            </w:r>
            <w:r w:rsidRPr="00CC0396">
              <w:rPr>
                <w:rFonts w:ascii="Century Gothic" w:hAnsi="Century Gothic" w:cs="Arial"/>
                <w:sz w:val="20"/>
                <w:szCs w:val="20"/>
                <w:lang w:val="en-ZA"/>
              </w:rPr>
              <w:t>82 299 6620</w:t>
            </w:r>
            <w:r w:rsidR="002853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</w:p>
          <w:p w14:paraId="68203BF5" w14:textId="77777777" w:rsidR="009F04C7" w:rsidRDefault="009F04C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637" w14:textId="2EC82D76" w:rsidR="009F04C7" w:rsidRPr="00A8082D" w:rsidRDefault="009F04C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059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5AE24638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Fax</w:t>
            </w:r>
          </w:p>
        </w:tc>
        <w:tc>
          <w:tcPr>
            <w:tcW w:w="2841" w:type="dxa"/>
            <w:gridSpan w:val="19"/>
            <w:tcBorders>
              <w:bottom w:val="single" w:sz="18" w:space="0" w:color="000000" w:themeColor="text1"/>
            </w:tcBorders>
            <w:vAlign w:val="center"/>
          </w:tcPr>
          <w:p w14:paraId="5AE24639" w14:textId="66145B36" w:rsidR="008710FD" w:rsidRPr="00A8082D" w:rsidRDefault="00CC03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</w:tc>
        <w:tc>
          <w:tcPr>
            <w:tcW w:w="819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5AE2463A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Cell</w:t>
            </w:r>
          </w:p>
        </w:tc>
        <w:tc>
          <w:tcPr>
            <w:tcW w:w="2800" w:type="dxa"/>
            <w:gridSpan w:val="10"/>
            <w:tcBorders>
              <w:bottom w:val="single" w:sz="18" w:space="0" w:color="000000" w:themeColor="text1"/>
            </w:tcBorders>
            <w:vAlign w:val="center"/>
          </w:tcPr>
          <w:p w14:paraId="5AE2463B" w14:textId="096DDA07" w:rsidR="008710FD" w:rsidRPr="00A8082D" w:rsidRDefault="009F04C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0</w:t>
            </w:r>
            <w:r w:rsidR="00CC0396" w:rsidRPr="00CC0396">
              <w:rPr>
                <w:rFonts w:ascii="Century Gothic" w:hAnsi="Century Gothic" w:cs="Arial"/>
                <w:sz w:val="20"/>
                <w:szCs w:val="20"/>
                <w:lang w:val="en-ZA"/>
              </w:rPr>
              <w:t>82 299 6620</w:t>
            </w:r>
          </w:p>
        </w:tc>
      </w:tr>
      <w:tr w:rsidR="008710FD" w:rsidRPr="00A8082D" w14:paraId="5AE2463E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63D" w14:textId="77777777" w:rsidR="008710FD" w:rsidRPr="00A8082D" w:rsidRDefault="008710FD" w:rsidP="00E54503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C: PROPERTY DETAILS 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 xml:space="preserve">(in accordance with </w:t>
            </w:r>
            <w:r w:rsid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t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 xml:space="preserve">itle </w:t>
            </w:r>
            <w:r w:rsid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d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eed)</w:t>
            </w:r>
          </w:p>
        </w:tc>
      </w:tr>
      <w:tr w:rsidR="008710FD" w:rsidRPr="00A8082D" w14:paraId="5AE24643" w14:textId="77777777" w:rsidTr="00333E9F">
        <w:tc>
          <w:tcPr>
            <w:tcW w:w="1949" w:type="dxa"/>
            <w:gridSpan w:val="7"/>
            <w:tcBorders>
              <w:top w:val="single" w:sz="18" w:space="0" w:color="000000" w:themeColor="text1"/>
              <w:left w:val="single" w:sz="4" w:space="0" w:color="000000" w:themeColor="text1"/>
            </w:tcBorders>
            <w:vAlign w:val="center"/>
          </w:tcPr>
          <w:p w14:paraId="5AE2463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Property 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d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escription</w:t>
            </w:r>
          </w:p>
          <w:p w14:paraId="5AE24640" w14:textId="77777777" w:rsidR="008710FD" w:rsidRPr="00E54503" w:rsidRDefault="008710FD" w:rsidP="00E54503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lastRenderedPageBreak/>
              <w:t>[</w:t>
            </w:r>
            <w:r w:rsidR="00E54503"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Number(s) of Erf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/Erven/</w:t>
            </w:r>
            <w:r w:rsidR="00E54503"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Portion(s) or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 xml:space="preserve"> Farm(s), allotment area.]</w:t>
            </w:r>
          </w:p>
        </w:tc>
        <w:tc>
          <w:tcPr>
            <w:tcW w:w="8964" w:type="dxa"/>
            <w:gridSpan w:val="42"/>
            <w:tcBorders>
              <w:top w:val="single" w:sz="18" w:space="0" w:color="000000" w:themeColor="text1"/>
            </w:tcBorders>
            <w:vAlign w:val="center"/>
          </w:tcPr>
          <w:p w14:paraId="5AE24641" w14:textId="7318722A" w:rsidR="008710FD" w:rsidRPr="00085AFD" w:rsidRDefault="00F3675E" w:rsidP="00085AF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085AFD">
              <w:rPr>
                <w:rFonts w:ascii="Century Gothic" w:hAnsi="Century Gothic" w:cs="Arial"/>
                <w:sz w:val="20"/>
                <w:szCs w:val="20"/>
                <w:lang w:val="en-ZA"/>
              </w:rPr>
              <w:lastRenderedPageBreak/>
              <w:t>Remainder of the Farm Quaggas Fontein No. 166</w:t>
            </w:r>
            <w:r w:rsidR="00C05947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(solar facility)</w:t>
            </w:r>
          </w:p>
          <w:p w14:paraId="68A3E390" w14:textId="0BE0AD39" w:rsidR="00F3675E" w:rsidRDefault="00F3675E" w:rsidP="00085AF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085AF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Remainder of the Farm </w:t>
            </w:r>
            <w:r w:rsidR="00DF63C8" w:rsidRPr="00085AFD">
              <w:rPr>
                <w:rFonts w:ascii="Century Gothic" w:hAnsi="Century Gothic" w:cs="Arial"/>
                <w:sz w:val="20"/>
                <w:szCs w:val="20"/>
                <w:lang w:val="en-ZA"/>
              </w:rPr>
              <w:t>Oude Volks Kraal No. 164</w:t>
            </w:r>
            <w:r w:rsidR="00C05947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(solar facility)</w:t>
            </w:r>
          </w:p>
          <w:p w14:paraId="3E38CADA" w14:textId="503564FA" w:rsidR="00720891" w:rsidRPr="00085AFD" w:rsidRDefault="00C05947" w:rsidP="00085AF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lastRenderedPageBreak/>
              <w:t>Portion 3 of the Farm Oude Volks Kraal No. 164 (access road only</w:t>
            </w:r>
            <w:r w:rsidR="007E4CE1">
              <w:rPr>
                <w:rFonts w:ascii="Century Gothic" w:hAnsi="Century Gothic" w:cs="Arial"/>
                <w:sz w:val="20"/>
                <w:szCs w:val="20"/>
                <w:lang w:val="en-ZA"/>
              </w:rPr>
              <w:t>; exempt from land use approval as per confirmation letter from BW municipality, Annex</w:t>
            </w:r>
            <w:r w:rsidR="00892D2D">
              <w:rPr>
                <w:rFonts w:ascii="Century Gothic" w:hAnsi="Century Gothic" w:cs="Arial"/>
                <w:sz w:val="20"/>
                <w:szCs w:val="20"/>
                <w:lang w:val="en-ZA"/>
              </w:rPr>
              <w:t>ed to the</w:t>
            </w:r>
            <w:r w:rsidR="001F0822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motivation report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</w:t>
            </w:r>
          </w:p>
          <w:p w14:paraId="13759510" w14:textId="77777777" w:rsidR="00DF63C8" w:rsidRPr="00A8082D" w:rsidRDefault="00DF63C8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64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47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5AE2464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lastRenderedPageBreak/>
              <w:t>Physical Address</w:t>
            </w:r>
          </w:p>
        </w:tc>
        <w:tc>
          <w:tcPr>
            <w:tcW w:w="8964" w:type="dxa"/>
            <w:gridSpan w:val="42"/>
            <w:vAlign w:val="center"/>
          </w:tcPr>
          <w:p w14:paraId="5AE24646" w14:textId="510699E3" w:rsidR="008710FD" w:rsidRPr="00085AFD" w:rsidRDefault="00085AFD" w:rsidP="006B0801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085AFD">
              <w:rPr>
                <w:rFonts w:ascii="Century Gothic" w:hAnsi="Century Gothic" w:cs="Arial"/>
                <w:sz w:val="20"/>
                <w:szCs w:val="20"/>
                <w:lang w:val="en-ZA"/>
              </w:rPr>
              <w:t>Remainder of the Farm Quaggas Fontein No. 166</w:t>
            </w:r>
          </w:p>
        </w:tc>
      </w:tr>
      <w:tr w:rsidR="008710FD" w:rsidRPr="00A8082D" w14:paraId="5AE2464D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5AE24648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GPS Coordinates</w:t>
            </w:r>
          </w:p>
        </w:tc>
        <w:tc>
          <w:tcPr>
            <w:tcW w:w="3549" w:type="dxa"/>
            <w:gridSpan w:val="18"/>
            <w:vAlign w:val="center"/>
          </w:tcPr>
          <w:p w14:paraId="5AE24649" w14:textId="77777777" w:rsidR="008710F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64A" w14:textId="1AB1EA5E" w:rsidR="008710FD" w:rsidRPr="00A8082D" w:rsidRDefault="00906DCF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906DCF">
              <w:rPr>
                <w:rFonts w:ascii="Century Gothic" w:hAnsi="Century Gothic" w:cs="Arial"/>
                <w:sz w:val="20"/>
                <w:szCs w:val="20"/>
                <w:lang w:val="en-ZA"/>
              </w:rPr>
              <w:t>-32.448659°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  </w:t>
            </w:r>
            <w:r w:rsidRPr="00906DCF">
              <w:rPr>
                <w:rFonts w:ascii="Century Gothic" w:hAnsi="Century Gothic" w:cs="Arial"/>
                <w:sz w:val="20"/>
                <w:szCs w:val="20"/>
                <w:lang w:val="en-ZA"/>
              </w:rPr>
              <w:t>22.635087°</w:t>
            </w:r>
          </w:p>
        </w:tc>
        <w:tc>
          <w:tcPr>
            <w:tcW w:w="1773" w:type="dxa"/>
            <w:gridSpan w:val="9"/>
            <w:vAlign w:val="center"/>
          </w:tcPr>
          <w:p w14:paraId="5AE2464B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Town/City</w:t>
            </w:r>
          </w:p>
        </w:tc>
        <w:tc>
          <w:tcPr>
            <w:tcW w:w="3642" w:type="dxa"/>
            <w:gridSpan w:val="15"/>
            <w:vAlign w:val="center"/>
          </w:tcPr>
          <w:p w14:paraId="5AE2464C" w14:textId="759C9AF9" w:rsidR="008710FD" w:rsidRPr="00A8082D" w:rsidRDefault="00906DCF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Beaufort West</w:t>
            </w:r>
          </w:p>
        </w:tc>
      </w:tr>
      <w:tr w:rsidR="008710FD" w:rsidRPr="00A8082D" w14:paraId="5AE24656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5AE2464E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Current Zoning</w:t>
            </w:r>
          </w:p>
        </w:tc>
        <w:tc>
          <w:tcPr>
            <w:tcW w:w="2716" w:type="dxa"/>
            <w:gridSpan w:val="11"/>
            <w:vAlign w:val="center"/>
          </w:tcPr>
          <w:p w14:paraId="5AE2464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650" w14:textId="395D695A" w:rsidR="008710FD" w:rsidRPr="00A8082D" w:rsidRDefault="00906DCF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Agricultur</w:t>
            </w:r>
            <w:r w:rsidR="00D96031">
              <w:rPr>
                <w:rFonts w:ascii="Century Gothic" w:hAnsi="Century Gothic" w:cs="Arial"/>
                <w:sz w:val="20"/>
                <w:szCs w:val="20"/>
                <w:lang w:val="en-ZA"/>
              </w:rPr>
              <w:t>al</w:t>
            </w:r>
          </w:p>
        </w:tc>
        <w:tc>
          <w:tcPr>
            <w:tcW w:w="833" w:type="dxa"/>
            <w:gridSpan w:val="7"/>
            <w:vAlign w:val="center"/>
          </w:tcPr>
          <w:p w14:paraId="5AE24651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Extent</w:t>
            </w:r>
          </w:p>
        </w:tc>
        <w:tc>
          <w:tcPr>
            <w:tcW w:w="1773" w:type="dxa"/>
            <w:gridSpan w:val="9"/>
            <w:vAlign w:val="center"/>
          </w:tcPr>
          <w:p w14:paraId="5AE24652" w14:textId="72EE9682" w:rsidR="008710FD" w:rsidRPr="00A8082D" w:rsidRDefault="00DA343D" w:rsidP="00716C8B">
            <w:pPr>
              <w:spacing w:line="276" w:lineRule="auto"/>
              <w:jc w:val="right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DA343D">
              <w:rPr>
                <w:rFonts w:ascii="Century Gothic" w:hAnsi="Century Gothic" w:cs="Arial"/>
                <w:sz w:val="20"/>
                <w:szCs w:val="20"/>
                <w:lang w:val="en-ZA"/>
              </w:rPr>
              <w:t>3 763,8748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="008710FD"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ha</w:t>
            </w:r>
          </w:p>
        </w:tc>
        <w:tc>
          <w:tcPr>
            <w:tcW w:w="2660" w:type="dxa"/>
            <w:gridSpan w:val="11"/>
            <w:vAlign w:val="center"/>
          </w:tcPr>
          <w:p w14:paraId="5AE24653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Are there existing buildings?</w:t>
            </w:r>
          </w:p>
        </w:tc>
        <w:tc>
          <w:tcPr>
            <w:tcW w:w="424" w:type="dxa"/>
            <w:gridSpan w:val="2"/>
            <w:vAlign w:val="center"/>
          </w:tcPr>
          <w:p w14:paraId="5AE2465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558" w:type="dxa"/>
            <w:gridSpan w:val="2"/>
            <w:vAlign w:val="center"/>
          </w:tcPr>
          <w:p w14:paraId="5AE24655" w14:textId="77777777" w:rsidR="008710FD" w:rsidRPr="00D9603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D96031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</w:tr>
      <w:tr w:rsidR="008710FD" w:rsidRPr="00A8082D" w14:paraId="5AE2465B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24657" w14:textId="77777777" w:rsidR="0019129E" w:rsidRDefault="0019129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Applicable</w:t>
            </w:r>
          </w:p>
          <w:p w14:paraId="5AE24658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Zoning Scheme</w:t>
            </w:r>
          </w:p>
        </w:tc>
        <w:tc>
          <w:tcPr>
            <w:tcW w:w="8964" w:type="dxa"/>
            <w:gridSpan w:val="42"/>
            <w:tcBorders>
              <w:bottom w:val="single" w:sz="4" w:space="0" w:color="000000" w:themeColor="text1"/>
            </w:tcBorders>
            <w:vAlign w:val="center"/>
          </w:tcPr>
          <w:p w14:paraId="5AE24659" w14:textId="76E29815" w:rsidR="008710FD" w:rsidRPr="001A2353" w:rsidRDefault="001A2353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A2353">
              <w:rPr>
                <w:rFonts w:ascii="Century Gothic" w:hAnsi="Century Gothic" w:cs="Arial"/>
                <w:sz w:val="20"/>
                <w:szCs w:val="20"/>
              </w:rPr>
              <w:t>Beaufort West Municipal Standard Zoning Scheme By-law</w:t>
            </w:r>
          </w:p>
          <w:p w14:paraId="5AE2465A" w14:textId="77777777" w:rsidR="008710FD" w:rsidRPr="00A8082D" w:rsidRDefault="008710FD" w:rsidP="0019129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</w:tr>
      <w:tr w:rsidR="008710FD" w:rsidRPr="00A8082D" w14:paraId="5AE2465F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5AE2465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Current Land Use</w:t>
            </w:r>
          </w:p>
        </w:tc>
        <w:tc>
          <w:tcPr>
            <w:tcW w:w="8964" w:type="dxa"/>
            <w:gridSpan w:val="42"/>
            <w:vAlign w:val="center"/>
          </w:tcPr>
          <w:p w14:paraId="5AE2465E" w14:textId="71F361D6" w:rsidR="008710FD" w:rsidRPr="00A8082D" w:rsidRDefault="001A2353" w:rsidP="00DF78E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Agricultural, livestock farming </w:t>
            </w:r>
          </w:p>
        </w:tc>
      </w:tr>
      <w:tr w:rsidR="008710FD" w:rsidRPr="00A8082D" w14:paraId="5AE24664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5AE24660" w14:textId="77777777" w:rsidR="008710FD" w:rsidRPr="00A8082D" w:rsidRDefault="00E54503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Title Deed number and</w:t>
            </w:r>
            <w:r w:rsidR="008710FD"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879" w:type="dxa"/>
            <w:gridSpan w:val="4"/>
            <w:vAlign w:val="center"/>
          </w:tcPr>
          <w:p w14:paraId="5AE24661" w14:textId="77777777" w:rsidR="008710FD" w:rsidRPr="00A8082D" w:rsidRDefault="008710FD" w:rsidP="00E54503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T</w:t>
            </w:r>
          </w:p>
        </w:tc>
        <w:tc>
          <w:tcPr>
            <w:tcW w:w="8085" w:type="dxa"/>
            <w:gridSpan w:val="38"/>
            <w:vAlign w:val="center"/>
          </w:tcPr>
          <w:p w14:paraId="5AE24662" w14:textId="77E64079" w:rsidR="008710FD" w:rsidRPr="00A8082D" w:rsidRDefault="00FD1A5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T3321/2005</w:t>
            </w:r>
          </w:p>
          <w:p w14:paraId="5AE24663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6B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5AE24665" w14:textId="77777777" w:rsidR="008710FD" w:rsidRPr="00A8082D" w:rsidRDefault="008710FD" w:rsidP="00E5450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Any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restrictive conditions?</w:t>
            </w:r>
          </w:p>
        </w:tc>
        <w:tc>
          <w:tcPr>
            <w:tcW w:w="453" w:type="dxa"/>
            <w:gridSpan w:val="2"/>
            <w:vAlign w:val="center"/>
          </w:tcPr>
          <w:p w14:paraId="5AE24666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426" w:type="dxa"/>
            <w:gridSpan w:val="2"/>
            <w:vAlign w:val="center"/>
          </w:tcPr>
          <w:p w14:paraId="5AE24667" w14:textId="77777777" w:rsidR="008710FD" w:rsidRPr="00FD1A57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FD1A57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1837" w:type="dxa"/>
            <w:gridSpan w:val="7"/>
            <w:vAlign w:val="center"/>
          </w:tcPr>
          <w:p w14:paraId="5AE24668" w14:textId="77777777" w:rsidR="008710FD" w:rsidRPr="00A8082D" w:rsidRDefault="00E54503" w:rsidP="00E5450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, list condition(s)</w:t>
            </w:r>
          </w:p>
        </w:tc>
        <w:tc>
          <w:tcPr>
            <w:tcW w:w="6248" w:type="dxa"/>
            <w:gridSpan w:val="31"/>
            <w:vAlign w:val="center"/>
          </w:tcPr>
          <w:p w14:paraId="5AE2466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66A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71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5AE2466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 the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restrictive conditions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in favour of a third party(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?</w:t>
            </w:r>
          </w:p>
        </w:tc>
        <w:tc>
          <w:tcPr>
            <w:tcW w:w="453" w:type="dxa"/>
            <w:gridSpan w:val="2"/>
            <w:vAlign w:val="center"/>
          </w:tcPr>
          <w:p w14:paraId="5AE2466D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426" w:type="dxa"/>
            <w:gridSpan w:val="2"/>
            <w:vAlign w:val="center"/>
          </w:tcPr>
          <w:p w14:paraId="5AE2466E" w14:textId="77777777" w:rsidR="008710FD" w:rsidRPr="00FD1A57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FD1A57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1837" w:type="dxa"/>
            <w:gridSpan w:val="7"/>
            <w:vAlign w:val="center"/>
          </w:tcPr>
          <w:p w14:paraId="5AE2466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proofErr w:type="gramEnd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list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the party(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</w:t>
            </w:r>
          </w:p>
        </w:tc>
        <w:tc>
          <w:tcPr>
            <w:tcW w:w="6248" w:type="dxa"/>
            <w:gridSpan w:val="31"/>
            <w:vAlign w:val="center"/>
          </w:tcPr>
          <w:p w14:paraId="5AE24670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AE24677" w14:textId="77777777" w:rsidTr="00333E9F">
        <w:tc>
          <w:tcPr>
            <w:tcW w:w="1949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5AE2467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Is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the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property encumbered by a bond?</w:t>
            </w:r>
          </w:p>
        </w:tc>
        <w:tc>
          <w:tcPr>
            <w:tcW w:w="453" w:type="dxa"/>
            <w:gridSpan w:val="2"/>
            <w:vAlign w:val="center"/>
          </w:tcPr>
          <w:p w14:paraId="5AE24673" w14:textId="77777777" w:rsidR="008710FD" w:rsidRPr="00FD1A57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FD1A57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426" w:type="dxa"/>
            <w:gridSpan w:val="2"/>
            <w:vAlign w:val="center"/>
          </w:tcPr>
          <w:p w14:paraId="5AE2467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1837" w:type="dxa"/>
            <w:gridSpan w:val="7"/>
            <w:vAlign w:val="center"/>
          </w:tcPr>
          <w:p w14:paraId="5AE24675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proofErr w:type="gramEnd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list 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bondholder(s)</w:t>
            </w:r>
          </w:p>
        </w:tc>
        <w:tc>
          <w:tcPr>
            <w:tcW w:w="6248" w:type="dxa"/>
            <w:gridSpan w:val="31"/>
            <w:vAlign w:val="center"/>
          </w:tcPr>
          <w:p w14:paraId="5AE24676" w14:textId="2E751B2D" w:rsidR="008710FD" w:rsidRPr="00A8082D" w:rsidRDefault="00FD1A57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Landbank</w:t>
            </w:r>
            <w:r w:rsidR="00892D2D">
              <w:rPr>
                <w:rFonts w:ascii="Century Gothic" w:hAnsi="Century Gothic" w:cs="Arial"/>
                <w:sz w:val="20"/>
                <w:szCs w:val="20"/>
                <w:lang w:val="en-ZA"/>
              </w:rPr>
              <w:t>, bond holder’s consent provided</w:t>
            </w:r>
          </w:p>
        </w:tc>
      </w:tr>
      <w:tr w:rsidR="008710FD" w:rsidRPr="00A8082D" w14:paraId="5AE2467E" w14:textId="77777777" w:rsidTr="00333E9F">
        <w:tc>
          <w:tcPr>
            <w:tcW w:w="5335" w:type="dxa"/>
            <w:gridSpan w:val="2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24678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Any existing unauthorized building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s and/or land use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on the subject pr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operty(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?</w:t>
            </w:r>
          </w:p>
        </w:tc>
        <w:tc>
          <w:tcPr>
            <w:tcW w:w="450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14:paraId="5AE2467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  <w:t>Y</w:t>
            </w:r>
          </w:p>
        </w:tc>
        <w:tc>
          <w:tcPr>
            <w:tcW w:w="448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14:paraId="5AE2467A" w14:textId="77777777" w:rsidR="008710FD" w:rsidRPr="002F518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A6A6A6" w:themeColor="background1" w:themeShade="A6"/>
                <w:sz w:val="20"/>
                <w:szCs w:val="20"/>
                <w:lang w:val="en-ZA"/>
              </w:rPr>
            </w:pPr>
            <w:r w:rsidRPr="002F5181">
              <w:rPr>
                <w:rFonts w:ascii="Century Gothic" w:hAnsi="Century Gothic" w:cs="Arial"/>
                <w:b/>
                <w:bCs/>
                <w:color w:val="A6A6A6" w:themeColor="background1" w:themeShade="A6"/>
                <w:sz w:val="20"/>
                <w:szCs w:val="20"/>
                <w:lang w:val="en-ZA"/>
              </w:rPr>
              <w:t>N</w:t>
            </w:r>
          </w:p>
        </w:tc>
        <w:tc>
          <w:tcPr>
            <w:tcW w:w="3721" w:type="dxa"/>
            <w:gridSpan w:val="16"/>
            <w:tcBorders>
              <w:bottom w:val="single" w:sz="4" w:space="0" w:color="000000" w:themeColor="text1"/>
            </w:tcBorders>
            <w:vAlign w:val="center"/>
          </w:tcPr>
          <w:p w14:paraId="5AE2467B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is this application to legalize the building / land use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?</w:t>
            </w:r>
          </w:p>
        </w:tc>
        <w:tc>
          <w:tcPr>
            <w:tcW w:w="401" w:type="dxa"/>
            <w:tcBorders>
              <w:bottom w:val="single" w:sz="4" w:space="0" w:color="000000" w:themeColor="text1"/>
            </w:tcBorders>
            <w:vAlign w:val="center"/>
          </w:tcPr>
          <w:p w14:paraId="5AE2467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55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5AE2467D" w14:textId="77777777" w:rsidR="008710FD" w:rsidRPr="004432F6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432F6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</w:tr>
      <w:tr w:rsidR="008710FD" w:rsidRPr="00A8082D" w14:paraId="5AE24685" w14:textId="77777777" w:rsidTr="00333E9F">
        <w:tc>
          <w:tcPr>
            <w:tcW w:w="5335" w:type="dxa"/>
            <w:gridSpan w:val="23"/>
            <w:tcBorders>
              <w:left w:val="single" w:sz="4" w:space="0" w:color="000000" w:themeColor="text1"/>
              <w:bottom w:val="single" w:sz="18" w:space="0" w:color="auto"/>
            </w:tcBorders>
            <w:vAlign w:val="center"/>
          </w:tcPr>
          <w:p w14:paraId="5AE2467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4D57CB">
              <w:rPr>
                <w:rFonts w:ascii="Century Gothic" w:hAnsi="Century Gothic" w:cs="Arial"/>
                <w:sz w:val="20"/>
                <w:szCs w:val="20"/>
                <w:lang w:val="en-ZA"/>
              </w:rPr>
              <w:t>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 there a</w:t>
            </w:r>
            <w:r w:rsidRPr="004D57CB">
              <w:rPr>
                <w:rFonts w:ascii="Century Gothic" w:hAnsi="Century Gothic" w:cs="Arial"/>
                <w:sz w:val="20"/>
                <w:szCs w:val="20"/>
                <w:lang w:val="en-ZA"/>
              </w:rPr>
              <w:t>ny pending court case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>(s)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/ order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>(s)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relating to the subject property(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)?</w:t>
            </w:r>
          </w:p>
        </w:tc>
        <w:tc>
          <w:tcPr>
            <w:tcW w:w="450" w:type="dxa"/>
            <w:gridSpan w:val="4"/>
            <w:tcBorders>
              <w:bottom w:val="single" w:sz="18" w:space="0" w:color="auto"/>
            </w:tcBorders>
            <w:vAlign w:val="center"/>
          </w:tcPr>
          <w:p w14:paraId="5AE24680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  <w:t>Y</w:t>
            </w:r>
          </w:p>
        </w:tc>
        <w:tc>
          <w:tcPr>
            <w:tcW w:w="448" w:type="dxa"/>
            <w:gridSpan w:val="3"/>
            <w:tcBorders>
              <w:bottom w:val="single" w:sz="18" w:space="0" w:color="auto"/>
            </w:tcBorders>
            <w:vAlign w:val="center"/>
          </w:tcPr>
          <w:p w14:paraId="5AE24681" w14:textId="77777777" w:rsidR="008710FD" w:rsidRPr="002F518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A6A6A6" w:themeColor="background1" w:themeShade="A6"/>
                <w:sz w:val="20"/>
                <w:szCs w:val="20"/>
                <w:lang w:val="en-ZA"/>
              </w:rPr>
            </w:pPr>
            <w:r w:rsidRPr="002F5181">
              <w:rPr>
                <w:rFonts w:ascii="Century Gothic" w:hAnsi="Century Gothic" w:cs="Arial"/>
                <w:b/>
                <w:bCs/>
                <w:color w:val="A6A6A6" w:themeColor="background1" w:themeShade="A6"/>
                <w:sz w:val="20"/>
                <w:szCs w:val="20"/>
                <w:lang w:val="en-ZA"/>
              </w:rPr>
              <w:t>N</w:t>
            </w:r>
          </w:p>
        </w:tc>
        <w:tc>
          <w:tcPr>
            <w:tcW w:w="3721" w:type="dxa"/>
            <w:gridSpan w:val="16"/>
            <w:tcBorders>
              <w:bottom w:val="single" w:sz="18" w:space="0" w:color="auto"/>
            </w:tcBorders>
            <w:vAlign w:val="center"/>
          </w:tcPr>
          <w:p w14:paraId="5AE2468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BB6068">
              <w:rPr>
                <w:rFonts w:ascii="Century Gothic" w:hAnsi="Century Gothic" w:cs="Arial"/>
                <w:sz w:val="20"/>
                <w:szCs w:val="20"/>
                <w:lang w:val="en-ZA"/>
              </w:rPr>
              <w:t>Are there any land claim(s) registered on the subject property(</w:t>
            </w:r>
            <w:proofErr w:type="spellStart"/>
            <w:r w:rsidRPr="00BB6068"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 w:rsidRPr="00BB6068">
              <w:rPr>
                <w:rFonts w:ascii="Century Gothic" w:hAnsi="Century Gothic" w:cs="Arial"/>
                <w:sz w:val="20"/>
                <w:szCs w:val="20"/>
                <w:lang w:val="en-ZA"/>
              </w:rPr>
              <w:t>)?</w:t>
            </w:r>
          </w:p>
        </w:tc>
        <w:tc>
          <w:tcPr>
            <w:tcW w:w="401" w:type="dxa"/>
            <w:tcBorders>
              <w:bottom w:val="single" w:sz="18" w:space="0" w:color="auto"/>
            </w:tcBorders>
            <w:vAlign w:val="center"/>
          </w:tcPr>
          <w:p w14:paraId="5AE24683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  <w:t>Y</w:t>
            </w:r>
          </w:p>
        </w:tc>
        <w:tc>
          <w:tcPr>
            <w:tcW w:w="558" w:type="dxa"/>
            <w:gridSpan w:val="2"/>
            <w:tcBorders>
              <w:bottom w:val="single" w:sz="18" w:space="0" w:color="auto"/>
            </w:tcBorders>
            <w:vAlign w:val="center"/>
          </w:tcPr>
          <w:p w14:paraId="5AE24684" w14:textId="77777777" w:rsidR="008710FD" w:rsidRPr="002F518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A6A6A6" w:themeColor="background1" w:themeShade="A6"/>
                <w:sz w:val="20"/>
                <w:szCs w:val="20"/>
                <w:lang w:val="en-ZA"/>
              </w:rPr>
            </w:pPr>
            <w:r w:rsidRPr="002F5181">
              <w:rPr>
                <w:rFonts w:ascii="Century Gothic" w:hAnsi="Century Gothic" w:cs="Arial"/>
                <w:b/>
                <w:bCs/>
                <w:color w:val="A6A6A6" w:themeColor="background1" w:themeShade="A6"/>
                <w:sz w:val="20"/>
                <w:szCs w:val="20"/>
                <w:lang w:val="en-ZA"/>
              </w:rPr>
              <w:t>N</w:t>
            </w:r>
          </w:p>
        </w:tc>
      </w:tr>
      <w:tr w:rsidR="008710FD" w:rsidRPr="00A8082D" w14:paraId="5AE24687" w14:textId="77777777" w:rsidTr="00333E9F">
        <w:tc>
          <w:tcPr>
            <w:tcW w:w="10913" w:type="dxa"/>
            <w:gridSpan w:val="49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686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D: PRE-APPLICATION CONSULTATION</w:t>
            </w:r>
          </w:p>
        </w:tc>
      </w:tr>
      <w:tr w:rsidR="008710FD" w:rsidRPr="00A8082D" w14:paraId="5AE2468C" w14:textId="77777777" w:rsidTr="00333E9F">
        <w:tc>
          <w:tcPr>
            <w:tcW w:w="3668" w:type="dxa"/>
            <w:gridSpan w:val="14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24688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Has there been any pre-application consultation?</w:t>
            </w:r>
          </w:p>
        </w:tc>
        <w:tc>
          <w:tcPr>
            <w:tcW w:w="448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5AE24689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Y</w:t>
            </w:r>
          </w:p>
        </w:tc>
        <w:tc>
          <w:tcPr>
            <w:tcW w:w="448" w:type="dxa"/>
            <w:gridSpan w:val="2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5AE2468A" w14:textId="77777777" w:rsidR="008710FD" w:rsidRPr="002F5181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bCs/>
                <w:color w:val="BFBFBF" w:themeColor="background1" w:themeShade="BF"/>
                <w:sz w:val="20"/>
                <w:szCs w:val="20"/>
                <w:lang w:val="en-ZA"/>
              </w:rPr>
            </w:pPr>
            <w:r w:rsidRPr="002F5181">
              <w:rPr>
                <w:rFonts w:ascii="Century Gothic" w:hAnsi="Century Gothic" w:cs="Arial"/>
                <w:b/>
                <w:bCs/>
                <w:color w:val="BFBFBF" w:themeColor="background1" w:themeShade="BF"/>
                <w:sz w:val="20"/>
                <w:szCs w:val="20"/>
                <w:lang w:val="en-ZA"/>
              </w:rPr>
              <w:t>N</w:t>
            </w:r>
          </w:p>
        </w:tc>
        <w:tc>
          <w:tcPr>
            <w:tcW w:w="6349" w:type="dxa"/>
            <w:gridSpan w:val="32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5AE2468B" w14:textId="77777777" w:rsidR="008710FD" w:rsidRPr="00A8082D" w:rsidRDefault="008710FD" w:rsidP="007C7366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proofErr w:type="gramEnd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, complete the in</w:t>
            </w:r>
            <w:r w:rsidR="007C7366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formation below and 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attach the minutes</w:t>
            </w:r>
            <w:r w:rsidR="007C7366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of the pre-application consultation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.</w:t>
            </w:r>
          </w:p>
        </w:tc>
      </w:tr>
      <w:tr w:rsidR="008710FD" w:rsidRPr="00A8082D" w14:paraId="5AE24695" w14:textId="77777777" w:rsidTr="00333E9F">
        <w:tc>
          <w:tcPr>
            <w:tcW w:w="1717" w:type="dxa"/>
            <w:gridSpan w:val="5"/>
            <w:tcBorders>
              <w:left w:val="single" w:sz="4" w:space="0" w:color="000000" w:themeColor="text1"/>
              <w:bottom w:val="single" w:sz="18" w:space="0" w:color="000000" w:themeColor="text1"/>
            </w:tcBorders>
            <w:vAlign w:val="center"/>
          </w:tcPr>
          <w:p w14:paraId="5AE2468D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Official’s name</w:t>
            </w:r>
          </w:p>
        </w:tc>
        <w:tc>
          <w:tcPr>
            <w:tcW w:w="1951" w:type="dxa"/>
            <w:gridSpan w:val="9"/>
            <w:tcBorders>
              <w:left w:val="single" w:sz="4" w:space="0" w:color="auto"/>
              <w:bottom w:val="single" w:sz="18" w:space="0" w:color="000000" w:themeColor="text1"/>
            </w:tcBorders>
            <w:vAlign w:val="center"/>
          </w:tcPr>
          <w:p w14:paraId="5AE2468E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559" w:type="dxa"/>
            <w:gridSpan w:val="7"/>
            <w:tcBorders>
              <w:bottom w:val="single" w:sz="18" w:space="0" w:color="000000" w:themeColor="text1"/>
            </w:tcBorders>
            <w:vAlign w:val="center"/>
          </w:tcPr>
          <w:p w14:paraId="5AE2468F" w14:textId="77777777" w:rsidR="008710FD" w:rsidRPr="00A8082D" w:rsidRDefault="007C7366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Reference N</w:t>
            </w:r>
            <w:r w:rsidR="008710FD"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umber </w:t>
            </w:r>
          </w:p>
        </w:tc>
        <w:tc>
          <w:tcPr>
            <w:tcW w:w="1862" w:type="dxa"/>
            <w:gridSpan w:val="12"/>
            <w:tcBorders>
              <w:bottom w:val="single" w:sz="18" w:space="0" w:color="000000" w:themeColor="text1"/>
            </w:tcBorders>
            <w:vAlign w:val="center"/>
          </w:tcPr>
          <w:p w14:paraId="5AE24690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849" w:type="dxa"/>
            <w:gridSpan w:val="10"/>
            <w:tcBorders>
              <w:bottom w:val="single" w:sz="18" w:space="0" w:color="000000" w:themeColor="text1"/>
            </w:tcBorders>
            <w:vAlign w:val="center"/>
          </w:tcPr>
          <w:p w14:paraId="5AE24691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Date of consultation</w:t>
            </w:r>
          </w:p>
        </w:tc>
        <w:tc>
          <w:tcPr>
            <w:tcW w:w="1975" w:type="dxa"/>
            <w:gridSpan w:val="6"/>
            <w:tcBorders>
              <w:bottom w:val="single" w:sz="18" w:space="0" w:color="000000" w:themeColor="text1"/>
            </w:tcBorders>
            <w:vAlign w:val="center"/>
          </w:tcPr>
          <w:p w14:paraId="5AE24692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</w:p>
          <w:p w14:paraId="5AE24693" w14:textId="77777777" w:rsidR="008710F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</w:p>
          <w:p w14:paraId="5AE24694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</w:p>
        </w:tc>
      </w:tr>
      <w:tr w:rsidR="008710FD" w:rsidRPr="00A8082D" w14:paraId="5AE24697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696" w14:textId="77777777" w:rsidR="008710FD" w:rsidRPr="006B0801" w:rsidRDefault="008710FD" w:rsidP="00BE4DF0">
            <w:pPr>
              <w:spacing w:line="271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PART E: LAND </w:t>
            </w:r>
            <w:r w:rsidR="008B4E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USE PLANNING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APPL</w:t>
            </w:r>
            <w:r w:rsidR="00936411"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ICATION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S</w:t>
            </w:r>
            <w:r w:rsidR="00936411"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IN TERMS OF </w:t>
            </w:r>
            <w:r w:rsidR="00936411" w:rsidRPr="00BE4DF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SECTION 15 </w:t>
            </w:r>
            <w:r w:rsidR="00414080" w:rsidRPr="00C46ED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OF THE </w:t>
            </w:r>
            <w:r w:rsidR="00414080" w:rsidRPr="00C46ED0">
              <w:rPr>
                <w:rFonts w:ascii="Century Gothic" w:hAnsi="Century Gothic" w:cs="Arial"/>
                <w:b/>
                <w:sz w:val="20"/>
                <w:szCs w:val="20"/>
              </w:rPr>
              <w:t>BY-LAW ON MUNICIPAL LAND USE PLANNING FOR BEAUFORT WEST MUNICIPALITY</w:t>
            </w:r>
            <w:r w:rsidR="00BE4DF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proofErr w:type="gramStart"/>
            <w:r w:rsidR="00EA693C" w:rsidRP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AND </w:t>
            </w:r>
            <w:r w:rsidR="00936411"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APPLICATION</w:t>
            </w:r>
            <w:proofErr w:type="gramEnd"/>
            <w:r w:rsidR="00936411"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FEES PAYABLE</w:t>
            </w:r>
          </w:p>
        </w:tc>
      </w:tr>
      <w:tr w:rsidR="008710FD" w:rsidRPr="006B0801" w14:paraId="5AE2469C" w14:textId="77777777" w:rsidTr="00333E9F">
        <w:trPr>
          <w:cantSplit/>
          <w:trHeight w:val="345"/>
        </w:trPr>
        <w:tc>
          <w:tcPr>
            <w:tcW w:w="622" w:type="dxa"/>
            <w:gridSpan w:val="2"/>
            <w:tcBorders>
              <w:top w:val="single" w:sz="18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698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Tick</w:t>
            </w:r>
          </w:p>
        </w:tc>
        <w:tc>
          <w:tcPr>
            <w:tcW w:w="1095" w:type="dxa"/>
            <w:gridSpan w:val="3"/>
            <w:tcBorders>
              <w:top w:val="single" w:sz="18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699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Section</w:t>
            </w:r>
          </w:p>
        </w:tc>
        <w:tc>
          <w:tcPr>
            <w:tcW w:w="7221" w:type="dxa"/>
            <w:gridSpan w:val="38"/>
            <w:tcBorders>
              <w:top w:val="single" w:sz="18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69A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Type of application</w:t>
            </w:r>
          </w:p>
        </w:tc>
        <w:tc>
          <w:tcPr>
            <w:tcW w:w="1975" w:type="dxa"/>
            <w:gridSpan w:val="6"/>
            <w:tcBorders>
              <w:top w:val="single" w:sz="18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69B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Cost</w:t>
            </w:r>
          </w:p>
        </w:tc>
      </w:tr>
      <w:tr w:rsidR="008710FD" w:rsidRPr="006B0801" w14:paraId="5AE246A1" w14:textId="77777777" w:rsidTr="00333E9F">
        <w:trPr>
          <w:cantSplit/>
          <w:trHeight w:val="345"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2469D" w14:textId="0CE9B2AB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2469E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2(a)</w:t>
            </w:r>
          </w:p>
        </w:tc>
        <w:tc>
          <w:tcPr>
            <w:tcW w:w="7221" w:type="dxa"/>
            <w:gridSpan w:val="3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2469F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rezoning of land;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246A0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A6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2" w14:textId="7C77F93F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3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2(b)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4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permanent departure from the development parameters of the zoning scheme;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5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AB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7" w14:textId="21A1EFC2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8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2(c)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9" w14:textId="77777777" w:rsidR="008710FD" w:rsidRPr="006B0801" w:rsidRDefault="008710FD" w:rsidP="006F0C8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departure </w:t>
            </w:r>
            <w:r w:rsidR="006F0C8F">
              <w:rPr>
                <w:rFonts w:ascii="Century Gothic" w:hAnsi="Century Gothic" w:cs="Arial"/>
                <w:sz w:val="20"/>
                <w:szCs w:val="20"/>
                <w:lang w:val="en-ZA"/>
              </w:rPr>
              <w:t>granted on a temporary basis to utilise land for a purpose not permitted in terms of the primary rights of the zoning applicable to the land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A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B0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C" w14:textId="5C77A158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D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2(d)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E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subdivision of land that is not exempted in terms of section 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</w:t>
            </w:r>
            <w:r w:rsidR="009B530E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4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including the registration of a servitude or lease agreement;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AF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B5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1" w14:textId="74758BD3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2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2(e)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3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consolidation of land </w:t>
            </w:r>
            <w:r w:rsidR="009B530E">
              <w:rPr>
                <w:rFonts w:ascii="Century Gothic" w:hAnsi="Century Gothic" w:cs="Arial"/>
                <w:sz w:val="20"/>
                <w:szCs w:val="20"/>
                <w:lang w:val="en-ZA"/>
              </w:rPr>
              <w:t>that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is not exempted in terms of section 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</w:t>
            </w:r>
            <w:r w:rsidR="009B530E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4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4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BA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6" w14:textId="5C821C34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7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2(f)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8" w14:textId="77777777" w:rsidR="008710FD" w:rsidRPr="006B0801" w:rsidRDefault="009B530E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 removal, suspension or amendment of r</w:t>
            </w:r>
            <w:r w:rsidR="008710FD"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estrictive conditions in respect of a land unit;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9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BF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B" w14:textId="0680EF28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C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2(g)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D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permission required in terms of the zoning scheme;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BE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C4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0" w14:textId="04E44D62" w:rsidR="008710FD" w:rsidRPr="002F518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2F5181">
              <w:rPr>
                <w:rFonts w:ascii="Century Gothic" w:hAnsi="Century Gothic" w:cs="Arial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1" w14:textId="77777777" w:rsidR="008710FD" w:rsidRPr="002F518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color w:val="00B050"/>
                <w:sz w:val="20"/>
                <w:szCs w:val="20"/>
                <w:lang w:val="en-ZA"/>
              </w:rPr>
            </w:pPr>
            <w:r w:rsidRPr="002F5181">
              <w:rPr>
                <w:rFonts w:ascii="Century Gothic" w:hAnsi="Century Gothic" w:cs="Arial"/>
                <w:b/>
                <w:bCs/>
                <w:color w:val="00B050"/>
                <w:sz w:val="20"/>
                <w:szCs w:val="20"/>
                <w:lang w:val="en-ZA"/>
              </w:rPr>
              <w:t>2(h)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2" w14:textId="77777777" w:rsidR="008710FD" w:rsidRPr="002F518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bCs/>
                <w:sz w:val="20"/>
                <w:szCs w:val="20"/>
                <w:lang w:val="en-ZA"/>
              </w:rPr>
            </w:pPr>
            <w:r w:rsidRPr="002F5181">
              <w:rPr>
                <w:rFonts w:ascii="Century Gothic" w:hAnsi="Century Gothic" w:cs="Arial"/>
                <w:b/>
                <w:bCs/>
                <w:sz w:val="20"/>
                <w:szCs w:val="20"/>
                <w:lang w:val="en-ZA"/>
              </w:rPr>
              <w:t xml:space="preserve">an amendment, deletion or imposition of conditions in respect of an existing approval;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3" w14:textId="573614EB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  <w:r w:rsidR="001B416A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 xml:space="preserve"> </w:t>
            </w:r>
            <w:r w:rsidR="00DA0250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20"/>
                <w:szCs w:val="20"/>
                <w:lang w:val="en-ZA"/>
              </w:rPr>
              <w:t>4,914.60</w:t>
            </w:r>
          </w:p>
        </w:tc>
      </w:tr>
      <w:tr w:rsidR="008710FD" w:rsidRPr="006B0801" w14:paraId="5AE246C9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5" w14:textId="4579696A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6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</w:t>
            </w:r>
            <w:proofErr w:type="spellStart"/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i</w:t>
            </w:r>
            <w:proofErr w:type="spellEnd"/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7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an extension of the validity period of an approval;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8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CE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A" w14:textId="5DCDF44A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B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2(j)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C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an approval o</w:t>
            </w:r>
            <w:r w:rsidR="009B530E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f an overlay zone as contemplated 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in the zoning scheme;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D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D3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CF" w14:textId="41219A5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0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2(k)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1" w14:textId="77777777" w:rsidR="008710FD" w:rsidRPr="006B0801" w:rsidRDefault="009B530E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an </w:t>
            </w:r>
            <w:r w:rsidR="008710FD"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amendment or cancellation of 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 approved subdivision</w:t>
            </w:r>
            <w:r w:rsidR="008710FD"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plan or part thereof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, including a general plan or diagram</w:t>
            </w:r>
            <w:r w:rsidR="008710FD"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2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D8" w14:textId="77777777" w:rsidTr="00333E9F">
        <w:trPr>
          <w:cantSplit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4" w14:textId="412AE52E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5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2(l)</w:t>
            </w:r>
          </w:p>
        </w:tc>
        <w:tc>
          <w:tcPr>
            <w:tcW w:w="722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6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permission required in terms of </w:t>
            </w:r>
            <w:r w:rsidR="009B530E">
              <w:rPr>
                <w:rFonts w:ascii="Century Gothic" w:hAnsi="Century Gothic" w:cs="Arial"/>
                <w:sz w:val="20"/>
                <w:szCs w:val="20"/>
                <w:lang w:val="en-ZA"/>
              </w:rPr>
              <w:t>a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condition of approval;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7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DD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9" w14:textId="25A6ECEE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A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2(m)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B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determination of a zoning;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C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E2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E" w14:textId="0FDC2A6D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DF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2(n)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0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 closure of a public place or part thereof;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1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E7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3" w14:textId="0C544169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4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2(o)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5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consent use </w:t>
            </w:r>
            <w:r w:rsidR="009B530E">
              <w:rPr>
                <w:rFonts w:ascii="Century Gothic" w:hAnsi="Century Gothic" w:cs="Arial"/>
                <w:sz w:val="20"/>
                <w:szCs w:val="20"/>
                <w:lang w:val="en-ZA"/>
              </w:rPr>
              <w:t>contemplated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in the zoning scheme;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6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AE246EC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8" w14:textId="175E1A43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9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2(p)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A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an occasional use of land;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B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5AE246F1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D" w14:textId="102229E6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E" w14:textId="77777777" w:rsidR="009B530E" w:rsidRPr="006B0801" w:rsidRDefault="009B530E" w:rsidP="009B530E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</w:t>
            </w:r>
            <w:r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q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EF" w14:textId="77777777" w:rsidR="009B530E" w:rsidRPr="006B0801" w:rsidRDefault="009B530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to disestablish a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home owner’s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association;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F0" w14:textId="77777777" w:rsidR="009B530E" w:rsidRPr="006B0801" w:rsidRDefault="009B530E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5AE246F6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F2" w14:textId="09AE20D1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F3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2(r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F4" w14:textId="77777777" w:rsidR="009B530E" w:rsidRPr="006B0801" w:rsidRDefault="009B530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to rectify a failure by a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home owner’s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association to meet its obligations in respect of the control over or maintenance of services;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F5" w14:textId="77777777" w:rsidR="009B530E" w:rsidRPr="006B0801" w:rsidRDefault="009B530E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5AE246FB" w14:textId="77777777" w:rsidTr="00333E9F">
        <w:trPr>
          <w:cantSplit/>
        </w:trPr>
        <w:tc>
          <w:tcPr>
            <w:tcW w:w="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F7" w14:textId="782DB79B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F8" w14:textId="77777777" w:rsidR="009B530E" w:rsidRPr="006B0801" w:rsidRDefault="009B530E" w:rsidP="009B530E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</w:t>
            </w:r>
            <w:r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s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)</w:t>
            </w:r>
          </w:p>
        </w:tc>
        <w:tc>
          <w:tcPr>
            <w:tcW w:w="7221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6F9" w14:textId="77777777" w:rsidR="009B530E" w:rsidRPr="006B0801" w:rsidRDefault="009B530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permission required for the reconstruction of an existing building that constitutes a non-conforming use that is destroyed or damaged to the extent that it is necessary to demolish a substantial part of the building. </w:t>
            </w:r>
          </w:p>
        </w:tc>
        <w:tc>
          <w:tcPr>
            <w:tcW w:w="1975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AE246FA" w14:textId="77777777" w:rsidR="009B530E" w:rsidRPr="006B0801" w:rsidRDefault="009B530E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5AE246FE" w14:textId="77777777" w:rsidTr="00333E9F">
        <w:trPr>
          <w:cantSplit/>
        </w:trPr>
        <w:tc>
          <w:tcPr>
            <w:tcW w:w="8938" w:type="dxa"/>
            <w:gridSpan w:val="43"/>
            <w:tcBorders>
              <w:left w:val="single" w:sz="4" w:space="0" w:color="auto"/>
              <w:bottom w:val="single" w:sz="2" w:space="0" w:color="000000" w:themeColor="text1"/>
              <w:right w:val="single" w:sz="18" w:space="0" w:color="auto"/>
            </w:tcBorders>
            <w:vAlign w:val="center"/>
          </w:tcPr>
          <w:p w14:paraId="5AE246FC" w14:textId="77777777" w:rsidR="009B530E" w:rsidRPr="006B0801" w:rsidRDefault="009B530E" w:rsidP="006B0801">
            <w:pPr>
              <w:spacing w:line="276" w:lineRule="auto"/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TOTAL A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:</w:t>
            </w:r>
          </w:p>
        </w:tc>
        <w:tc>
          <w:tcPr>
            <w:tcW w:w="197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E246FD" w14:textId="7DDBF9C7" w:rsidR="009B530E" w:rsidRPr="006B0801" w:rsidRDefault="009B530E" w:rsidP="006B0801">
            <w:pPr>
              <w:spacing w:line="276" w:lineRule="auto"/>
              <w:ind w:left="252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R</w:t>
            </w:r>
            <w:r w:rsidR="00DA025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="00DA0250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20"/>
                <w:szCs w:val="20"/>
                <w:lang w:val="en-ZA"/>
              </w:rPr>
              <w:t>4,914.60</w:t>
            </w:r>
          </w:p>
        </w:tc>
      </w:tr>
      <w:tr w:rsidR="009B530E" w:rsidRPr="00A8082D" w14:paraId="5AE24700" w14:textId="77777777" w:rsidTr="00333E9F">
        <w:tc>
          <w:tcPr>
            <w:tcW w:w="10913" w:type="dxa"/>
            <w:gridSpan w:val="49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6FF" w14:textId="77777777" w:rsidR="009B530E" w:rsidRPr="006B0801" w:rsidRDefault="009B530E" w:rsidP="00CD4CAD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PRESCRIBED NOTICE AND FEES</w:t>
            </w:r>
            <w:r w:rsidR="00CD4CA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**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Pr="00EA693C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(</w:t>
            </w:r>
            <w:r w:rsidR="00EA693C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for completion and use by official</w:t>
            </w:r>
            <w:r w:rsidRPr="00EA693C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)</w:t>
            </w:r>
          </w:p>
        </w:tc>
      </w:tr>
      <w:tr w:rsidR="009B530E" w:rsidRPr="006B0801" w14:paraId="5AE24705" w14:textId="77777777" w:rsidTr="00333E9F">
        <w:trPr>
          <w:gridAfter w:val="1"/>
          <w:wAfter w:w="27" w:type="dxa"/>
          <w:cantSplit/>
          <w:trHeight w:val="345"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E24701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Tick</w:t>
            </w:r>
          </w:p>
        </w:tc>
        <w:tc>
          <w:tcPr>
            <w:tcW w:w="290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02" w14:textId="77777777" w:rsidR="009B530E" w:rsidRPr="006B0801" w:rsidRDefault="009B530E" w:rsidP="00716C8B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Notification of application in media</w:t>
            </w:r>
          </w:p>
        </w:tc>
        <w:tc>
          <w:tcPr>
            <w:tcW w:w="539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03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Type of application</w:t>
            </w:r>
          </w:p>
        </w:tc>
        <w:tc>
          <w:tcPr>
            <w:tcW w:w="19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04" w14:textId="77777777" w:rsidR="009B530E" w:rsidRPr="006B0801" w:rsidRDefault="009B530E" w:rsidP="001F3B46">
            <w:pPr>
              <w:spacing w:line="276" w:lineRule="auto"/>
              <w:ind w:left="252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Cost</w:t>
            </w:r>
          </w:p>
        </w:tc>
      </w:tr>
      <w:tr w:rsidR="00333E9F" w:rsidRPr="006B0801" w14:paraId="5AE2470D" w14:textId="77777777" w:rsidTr="00333E9F">
        <w:trPr>
          <w:gridAfter w:val="1"/>
          <w:wAfter w:w="27" w:type="dxa"/>
          <w:cantSplit/>
          <w:trHeight w:val="345"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E24706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07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SERVING OF NOTICES</w:t>
            </w:r>
          </w:p>
          <w:p w14:paraId="5AE24708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PUBLICATION OF NOTICES</w:t>
            </w:r>
          </w:p>
        </w:tc>
        <w:tc>
          <w:tcPr>
            <w:tcW w:w="5391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09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Delivering by hand; registered post; data messages</w:t>
            </w:r>
          </w:p>
          <w:p w14:paraId="5AE2470A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Local Newspaper(s)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  <w:r w:rsidRPr="001F3B46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Provincial Gazette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; site notice; Municipality’s website</w:t>
            </w:r>
          </w:p>
        </w:tc>
        <w:tc>
          <w:tcPr>
            <w:tcW w:w="19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0B" w14:textId="79144019" w:rsidR="00333E9F" w:rsidRPr="006B0801" w:rsidRDefault="00333E9F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  <w:r w:rsidR="00DA0250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 xml:space="preserve"> 3,285.41</w:t>
            </w:r>
          </w:p>
          <w:p w14:paraId="5AE2470C" w14:textId="77777777" w:rsidR="00333E9F" w:rsidRPr="006B0801" w:rsidRDefault="00333E9F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333E9F" w:rsidRPr="006B0801" w14:paraId="5AE24712" w14:textId="77777777" w:rsidTr="00333E9F">
        <w:trPr>
          <w:gridAfter w:val="1"/>
          <w:wAfter w:w="27" w:type="dxa"/>
          <w:cantSplit/>
          <w:trHeight w:val="345"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E2470E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0F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5391" w:type="dxa"/>
            <w:gridSpan w:val="2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0" w14:textId="77777777" w:rsidR="00333E9F" w:rsidRPr="00CD4CAD" w:rsidRDefault="00333E9F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9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1" w14:textId="77777777" w:rsidR="00333E9F" w:rsidRPr="006B0801" w:rsidRDefault="00333E9F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6B0801" w14:paraId="5AE24717" w14:textId="77777777" w:rsidTr="00333E9F">
        <w:trPr>
          <w:gridAfter w:val="1"/>
          <w:wAfter w:w="27" w:type="dxa"/>
          <w:cantSplit/>
          <w:trHeight w:val="345"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E24713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4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CD4CA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ADDITIONAL PUBLICATION OF NOTICES</w:t>
            </w:r>
          </w:p>
        </w:tc>
        <w:tc>
          <w:tcPr>
            <w:tcW w:w="539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5" w14:textId="77777777" w:rsidR="009B530E" w:rsidRPr="006B0801" w:rsidRDefault="009B530E" w:rsidP="00CD4CAD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Site notice, public meeting, local radio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station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Municipality’s 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website, letters of consent 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>or objection</w:t>
            </w:r>
          </w:p>
        </w:tc>
        <w:tc>
          <w:tcPr>
            <w:tcW w:w="19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6" w14:textId="77777777" w:rsidR="009B530E" w:rsidRPr="006B0801" w:rsidRDefault="009B530E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5AE2471C" w14:textId="77777777" w:rsidTr="00333E9F">
        <w:trPr>
          <w:gridAfter w:val="1"/>
          <w:wAfter w:w="27" w:type="dxa"/>
          <w:cantSplit/>
          <w:trHeight w:val="345"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E24718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9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21AC3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NOTICE</w:t>
            </w:r>
            <w:r w:rsidR="00A21AC3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OF DECISION</w:t>
            </w:r>
          </w:p>
        </w:tc>
        <w:tc>
          <w:tcPr>
            <w:tcW w:w="539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A" w14:textId="77777777" w:rsidR="009B530E" w:rsidRPr="001F3B46" w:rsidRDefault="009B530E" w:rsidP="001F3B46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  <w:r w:rsidRPr="001F3B46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Provincial Gazette</w:t>
            </w:r>
          </w:p>
        </w:tc>
        <w:tc>
          <w:tcPr>
            <w:tcW w:w="19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B" w14:textId="541AA09E" w:rsidR="009B530E" w:rsidRPr="006B0801" w:rsidRDefault="009B530E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="00DA0250">
              <w:rPr>
                <w:rFonts w:ascii="Century Gothic" w:hAnsi="Century Gothic" w:cs="Arial"/>
                <w:sz w:val="20"/>
                <w:szCs w:val="20"/>
                <w:lang w:val="en-ZA"/>
              </w:rPr>
              <w:t>1,641.83</w:t>
            </w:r>
          </w:p>
        </w:tc>
      </w:tr>
      <w:tr w:rsidR="009B530E" w:rsidRPr="006B0801" w14:paraId="5AE24721" w14:textId="77777777" w:rsidTr="00333E9F">
        <w:trPr>
          <w:gridAfter w:val="1"/>
          <w:wAfter w:w="27" w:type="dxa"/>
          <w:cantSplit/>
          <w:trHeight w:val="345"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E2471D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E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INTEGRATED PROCEDURES</w:t>
            </w:r>
          </w:p>
        </w:tc>
        <w:tc>
          <w:tcPr>
            <w:tcW w:w="539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1F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T.B.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C</w:t>
            </w:r>
          </w:p>
        </w:tc>
        <w:tc>
          <w:tcPr>
            <w:tcW w:w="19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4720" w14:textId="77777777" w:rsidR="009B530E" w:rsidRPr="006B0801" w:rsidRDefault="009B530E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A8082D" w14:paraId="5AE24724" w14:textId="77777777" w:rsidTr="00333E9F">
        <w:tc>
          <w:tcPr>
            <w:tcW w:w="8948" w:type="dxa"/>
            <w:gridSpan w:val="44"/>
            <w:tcBorders>
              <w:top w:val="single" w:sz="2" w:space="0" w:color="000000" w:themeColor="text1"/>
              <w:left w:val="single" w:sz="4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vAlign w:val="center"/>
          </w:tcPr>
          <w:p w14:paraId="5AE24722" w14:textId="77777777" w:rsidR="009B530E" w:rsidRPr="006B0801" w:rsidRDefault="009B530E" w:rsidP="00103BA1">
            <w:pPr>
              <w:spacing w:line="276" w:lineRule="auto"/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TOTAL B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:</w:t>
            </w:r>
          </w:p>
        </w:tc>
        <w:tc>
          <w:tcPr>
            <w:tcW w:w="1965" w:type="dxa"/>
            <w:gridSpan w:val="5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AE24723" w14:textId="4D6B24EE" w:rsidR="009B530E" w:rsidRPr="00103BA1" w:rsidRDefault="009B530E" w:rsidP="006B0801">
            <w:pPr>
              <w:spacing w:line="276" w:lineRule="auto"/>
              <w:ind w:left="257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R</w:t>
            </w:r>
            <w:r w:rsidR="00DA025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="00DA0250" w:rsidRPr="00DA025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4</w:t>
            </w:r>
            <w:r w:rsidR="00DA025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,</w:t>
            </w:r>
            <w:r w:rsidR="00DA0250" w:rsidRPr="00DA025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929</w:t>
            </w:r>
            <w:r w:rsidR="00DA025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.</w:t>
            </w:r>
            <w:r w:rsidR="00DA0250" w:rsidRPr="00DA025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24</w:t>
            </w:r>
          </w:p>
        </w:tc>
      </w:tr>
      <w:tr w:rsidR="009B530E" w:rsidRPr="00A8082D" w14:paraId="5AE24728" w14:textId="77777777" w:rsidTr="00333E9F">
        <w:tc>
          <w:tcPr>
            <w:tcW w:w="8948" w:type="dxa"/>
            <w:gridSpan w:val="44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14:paraId="5AE24725" w14:textId="77777777" w:rsidR="009B530E" w:rsidRDefault="009B530E" w:rsidP="00103BA1">
            <w:pPr>
              <w:spacing w:line="276" w:lineRule="auto"/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u w:val="single"/>
                <w:lang w:val="en-ZA"/>
              </w:rPr>
              <w:t>TOTAL APPLICATION FEES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*</w:t>
            </w:r>
          </w:p>
          <w:p w14:paraId="5AE24726" w14:textId="77777777" w:rsidR="009B530E" w:rsidRPr="006B0801" w:rsidRDefault="009B530E" w:rsidP="00103BA1">
            <w:pPr>
              <w:spacing w:line="276" w:lineRule="auto"/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(TOTAL A + B)</w:t>
            </w:r>
          </w:p>
        </w:tc>
        <w:tc>
          <w:tcPr>
            <w:tcW w:w="1965" w:type="dxa"/>
            <w:gridSpan w:val="5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727" w14:textId="7C33DDA8" w:rsidR="009B530E" w:rsidRPr="00103BA1" w:rsidRDefault="009B530E" w:rsidP="006B0801">
            <w:pPr>
              <w:spacing w:line="276" w:lineRule="auto"/>
              <w:ind w:left="257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R</w:t>
            </w:r>
            <w:r w:rsidR="00DA025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9,843.84</w:t>
            </w:r>
          </w:p>
        </w:tc>
      </w:tr>
      <w:tr w:rsidR="009B530E" w:rsidRPr="00A8082D" w14:paraId="5AE2472B" w14:textId="77777777" w:rsidTr="00333E9F">
        <w:trPr>
          <w:trHeight w:val="991"/>
        </w:trPr>
        <w:tc>
          <w:tcPr>
            <w:tcW w:w="10913" w:type="dxa"/>
            <w:gridSpan w:val="49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2472A" w14:textId="6BBDAD72" w:rsidR="00CD4CAD" w:rsidRPr="00DA0250" w:rsidRDefault="00DA0250" w:rsidP="00CD4CAD">
            <w:pPr>
              <w:spacing w:line="276" w:lineRule="auto"/>
              <w:rPr>
                <w:rFonts w:ascii="Century Gothic" w:hAnsi="Century Gothic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n-ZA"/>
              </w:rPr>
              <w:t>Proof of Payment</w:t>
            </w:r>
            <w:r w:rsidRPr="00DA0250">
              <w:rPr>
                <w:rFonts w:ascii="Century Gothic" w:hAnsi="Century Gothic" w:cs="Arial"/>
                <w:b/>
                <w:bCs/>
                <w:sz w:val="20"/>
                <w:szCs w:val="20"/>
                <w:lang w:val="en-ZA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n-ZA"/>
              </w:rPr>
              <w:t>a</w:t>
            </w:r>
            <w:r w:rsidRPr="00DA0250">
              <w:rPr>
                <w:rFonts w:ascii="Century Gothic" w:hAnsi="Century Gothic" w:cs="Arial"/>
                <w:b/>
                <w:bCs/>
                <w:sz w:val="20"/>
                <w:szCs w:val="20"/>
                <w:lang w:val="en-ZA"/>
              </w:rPr>
              <w:t>ttached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n-ZA"/>
              </w:rPr>
              <w:t xml:space="preserve"> to this application form</w:t>
            </w:r>
          </w:p>
        </w:tc>
      </w:tr>
      <w:tr w:rsidR="009B530E" w:rsidRPr="00A8082D" w14:paraId="5AE2472D" w14:textId="77777777" w:rsidTr="00333E9F">
        <w:tc>
          <w:tcPr>
            <w:tcW w:w="10913" w:type="dxa"/>
            <w:gridSpan w:val="49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2472C" w14:textId="77777777" w:rsidR="009B530E" w:rsidRPr="00A8082D" w:rsidRDefault="009B530E" w:rsidP="00586431">
            <w:pP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BANKING DETAILS </w:t>
            </w:r>
          </w:p>
        </w:tc>
      </w:tr>
      <w:tr w:rsidR="009B530E" w:rsidRPr="00A8082D" w14:paraId="5AE24731" w14:textId="77777777" w:rsidTr="00333E9F">
        <w:tc>
          <w:tcPr>
            <w:tcW w:w="2402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72E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72F" w14:textId="77777777" w:rsidR="009B530E" w:rsidRPr="00A8082D" w:rsidRDefault="00CD4CAD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Name:</w:t>
            </w:r>
          </w:p>
        </w:tc>
        <w:tc>
          <w:tcPr>
            <w:tcW w:w="8511" w:type="dxa"/>
            <w:gridSpan w:val="40"/>
            <w:tcBorders>
              <w:top w:val="single" w:sz="4" w:space="0" w:color="auto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AE24730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5AE24735" w14:textId="77777777" w:rsidTr="00333E9F">
        <w:tc>
          <w:tcPr>
            <w:tcW w:w="2402" w:type="dxa"/>
            <w:gridSpan w:val="9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732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733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Ba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>nk:</w:t>
            </w:r>
          </w:p>
        </w:tc>
        <w:tc>
          <w:tcPr>
            <w:tcW w:w="8511" w:type="dxa"/>
            <w:gridSpan w:val="40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AE24734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5AE24739" w14:textId="77777777" w:rsidTr="00333E9F">
        <w:tc>
          <w:tcPr>
            <w:tcW w:w="2402" w:type="dxa"/>
            <w:gridSpan w:val="9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736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737" w14:textId="77777777" w:rsidR="009B530E" w:rsidRPr="00A8082D" w:rsidRDefault="00CD4CAD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Branch no.:</w:t>
            </w:r>
          </w:p>
        </w:tc>
        <w:tc>
          <w:tcPr>
            <w:tcW w:w="8511" w:type="dxa"/>
            <w:gridSpan w:val="40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AE24738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5AE2473D" w14:textId="77777777" w:rsidTr="00333E9F">
        <w:tc>
          <w:tcPr>
            <w:tcW w:w="2402" w:type="dxa"/>
            <w:gridSpan w:val="9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73A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73B" w14:textId="77777777" w:rsidR="009B530E" w:rsidRPr="00A8082D" w:rsidRDefault="00CD4CAD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Account no.:</w:t>
            </w:r>
          </w:p>
        </w:tc>
        <w:tc>
          <w:tcPr>
            <w:tcW w:w="8511" w:type="dxa"/>
            <w:gridSpan w:val="40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AE2473C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5AE24747" w14:textId="77777777" w:rsidTr="00333E9F">
        <w:tc>
          <w:tcPr>
            <w:tcW w:w="2402" w:type="dxa"/>
            <w:gridSpan w:val="9"/>
            <w:tcBorders>
              <w:top w:val="nil"/>
              <w:left w:val="single" w:sz="4" w:space="0" w:color="000000" w:themeColor="text1"/>
              <w:bottom w:val="single" w:sz="18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AE2473E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73F" w14:textId="77777777" w:rsidR="009B530E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Payment reference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:</w:t>
            </w:r>
          </w:p>
          <w:p w14:paraId="5AE24740" w14:textId="77777777" w:rsidR="00CD4CAD" w:rsidRPr="00A8082D" w:rsidRDefault="00CD4CAD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(if applicable)</w:t>
            </w:r>
          </w:p>
          <w:p w14:paraId="5AE24741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8511" w:type="dxa"/>
            <w:gridSpan w:val="40"/>
            <w:tcBorders>
              <w:top w:val="nil"/>
              <w:left w:val="nil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742" w14:textId="77777777" w:rsidR="008F76D2" w:rsidRDefault="008F76D2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743" w14:textId="77777777" w:rsidR="008F76D2" w:rsidRDefault="008F76D2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744" w14:textId="77777777" w:rsidR="008F76D2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…………………………………………………………………………………</w:t>
            </w:r>
          </w:p>
          <w:p w14:paraId="5AE24745" w14:textId="77777777" w:rsidR="008F76D2" w:rsidRDefault="008F76D2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253DE0EE" w14:textId="77777777" w:rsidR="008F76D2" w:rsidRDefault="008F76D2" w:rsidP="008F76D2">
            <w:pPr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36DB8278" w14:textId="77777777" w:rsidR="00D40CD2" w:rsidRDefault="00D40CD2" w:rsidP="008F76D2">
            <w:pPr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746" w14:textId="77777777" w:rsidR="00D40CD2" w:rsidRPr="00A8082D" w:rsidRDefault="00D40CD2" w:rsidP="008F76D2">
            <w:pPr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5AE24749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748" w14:textId="77777777" w:rsidR="009B530E" w:rsidRPr="00A8082D" w:rsidRDefault="009B530E" w:rsidP="00103BA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/>
                <w:sz w:val="20"/>
                <w:szCs w:val="20"/>
                <w:lang w:val="en-ZA"/>
              </w:rPr>
              <w:lastRenderedPageBreak/>
              <w:br w:type="page"/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 F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: 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DETAILS OF PROPOSAL</w:t>
            </w:r>
          </w:p>
        </w:tc>
      </w:tr>
      <w:tr w:rsidR="009B530E" w:rsidRPr="00A8082D" w14:paraId="5AE2474B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4A" w14:textId="77777777" w:rsidR="009B530E" w:rsidRPr="00185567" w:rsidRDefault="009B530E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ZA"/>
              </w:rPr>
              <w:t>Brief description of proposed development / intent of application:</w:t>
            </w:r>
          </w:p>
        </w:tc>
      </w:tr>
      <w:tr w:rsidR="009B530E" w:rsidRPr="00A8082D" w14:paraId="5AE2474D" w14:textId="77777777" w:rsidTr="00333E9F">
        <w:tc>
          <w:tcPr>
            <w:tcW w:w="10913" w:type="dxa"/>
            <w:gridSpan w:val="49"/>
            <w:tcBorders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AE2474C" w14:textId="4DFF94D9" w:rsidR="009B530E" w:rsidRPr="00A17844" w:rsidRDefault="00A17844" w:rsidP="00103BA1">
            <w:pPr>
              <w:spacing w:line="276" w:lineRule="auto"/>
              <w:rPr>
                <w:rFonts w:ascii="Century Gothic" w:hAnsi="Century Gothic"/>
                <w:bCs/>
                <w:sz w:val="20"/>
                <w:szCs w:val="20"/>
                <w:lang w:val="en-ZA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>The purpose of this application is to amend approved con</w:t>
            </w:r>
            <w:r w:rsidR="0056639B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 xml:space="preserve">ditions pertaining to the Beaufort West Solar PV Energy Facility, located on Mr. Olivier’s land. Since the issuance of the original rezoning approval, </w:t>
            </w:r>
            <w:r w:rsidR="008B1081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 xml:space="preserve">the layout </w:t>
            </w:r>
            <w:r w:rsidR="00073344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>has</w:t>
            </w:r>
            <w:r w:rsidR="008B1081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 xml:space="preserve"> been optimized to reach a</w:t>
            </w:r>
            <w:r w:rsidR="002527A5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 xml:space="preserve"> higher yield / generation capacity. The optimization entails an increased spacing between the </w:t>
            </w:r>
            <w:r w:rsidR="002C4E42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>module / panel substructures and increase in footprint / fenced area</w:t>
            </w:r>
            <w:r w:rsidR="00FD7B4B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 xml:space="preserve"> to </w:t>
            </w:r>
            <w:r w:rsidR="00431821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>+/- 720 Ha</w:t>
            </w:r>
            <w:r w:rsidR="002C4E42">
              <w:rPr>
                <w:rFonts w:ascii="Century Gothic" w:hAnsi="Century Gothic"/>
                <w:bCs/>
                <w:sz w:val="20"/>
                <w:szCs w:val="20"/>
                <w:lang w:val="en-ZA"/>
              </w:rPr>
              <w:t xml:space="preserve">. </w:t>
            </w:r>
          </w:p>
        </w:tc>
      </w:tr>
      <w:tr w:rsidR="009B530E" w:rsidRPr="00A8082D" w14:paraId="5AE2475F" w14:textId="77777777" w:rsidTr="00333E9F">
        <w:tc>
          <w:tcPr>
            <w:tcW w:w="10913" w:type="dxa"/>
            <w:gridSpan w:val="49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75E" w14:textId="77777777" w:rsidR="009B530E" w:rsidRPr="00EA693C" w:rsidRDefault="009B530E" w:rsidP="00BE4DF0">
            <w:pPr>
              <w:spacing w:line="276" w:lineRule="auto"/>
              <w:jc w:val="both"/>
              <w:rPr>
                <w:rFonts w:ascii="Century Gothic" w:hAnsi="Century Gothic"/>
                <w:i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PART G: ATTACHMENTS 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AND</w:t>
            </w: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SUPPORTING INFORMATION 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AND DOCUMENTATION </w:t>
            </w: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FOR LAND </w:t>
            </w:r>
            <w:r w:rsidR="008B4E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USE PLANNING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APPLICATION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="00EA693C" w:rsidRPr="00BE4DF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[</w:t>
            </w:r>
            <w:r w:rsidR="00CD4CAD" w:rsidRPr="00BE4DF0">
              <w:rPr>
                <w:rFonts w:ascii="Century Gothic" w:hAnsi="Century Gothic" w:cs="Arial"/>
                <w:b/>
                <w:i/>
                <w:sz w:val="20"/>
                <w:szCs w:val="20"/>
                <w:lang w:val="en-ZA"/>
              </w:rPr>
              <w:t>section 15</w:t>
            </w:r>
            <w:r w:rsidR="00EA693C" w:rsidRPr="00BE4DF0">
              <w:rPr>
                <w:rFonts w:ascii="Century Gothic" w:hAnsi="Century Gothic" w:cs="Arial"/>
                <w:b/>
                <w:i/>
                <w:sz w:val="20"/>
                <w:szCs w:val="20"/>
                <w:lang w:val="en-ZA"/>
              </w:rPr>
              <w:t>(2)(a) to (s)</w:t>
            </w:r>
            <w:r w:rsidR="00CE690B" w:rsidRPr="00BE4DF0">
              <w:rPr>
                <w:rFonts w:ascii="Century Gothic" w:hAnsi="Century Gothic" w:cs="Arial"/>
                <w:b/>
                <w:i/>
                <w:sz w:val="20"/>
                <w:szCs w:val="20"/>
                <w:lang w:val="en-ZA"/>
              </w:rPr>
              <w:t xml:space="preserve"> </w:t>
            </w:r>
            <w:r w:rsidR="00414080" w:rsidRPr="00C46ED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of the </w:t>
            </w:r>
            <w:r w:rsidR="008F76D2">
              <w:rPr>
                <w:rFonts w:ascii="Century Gothic" w:hAnsi="Century Gothic" w:cs="Arial"/>
                <w:b/>
                <w:sz w:val="20"/>
                <w:szCs w:val="20"/>
              </w:rPr>
              <w:t>By-L</w:t>
            </w:r>
            <w:r w:rsidR="00414080" w:rsidRPr="00C46ED0">
              <w:rPr>
                <w:rFonts w:ascii="Century Gothic" w:hAnsi="Century Gothic" w:cs="Arial"/>
                <w:b/>
                <w:sz w:val="20"/>
                <w:szCs w:val="20"/>
              </w:rPr>
              <w:t>aw on Municipal Land Use Planning for Beaufort West Municipality</w:t>
            </w:r>
            <w:r w:rsidR="00EA693C" w:rsidRPr="00BE4DF0">
              <w:rPr>
                <w:rFonts w:ascii="Century Gothic" w:hAnsi="Century Gothic" w:cs="Arial"/>
                <w:b/>
                <w:i/>
                <w:sz w:val="20"/>
                <w:szCs w:val="20"/>
                <w:lang w:val="en-ZA"/>
              </w:rPr>
              <w:t>]</w:t>
            </w:r>
          </w:p>
        </w:tc>
      </w:tr>
      <w:tr w:rsidR="009B530E" w:rsidRPr="00A8082D" w14:paraId="5AE24761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60" w14:textId="77777777" w:rsidR="00CE690B" w:rsidRPr="00103BA1" w:rsidRDefault="00EA693C" w:rsidP="004F3663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C</w:t>
            </w:r>
            <w:r w:rsidR="009B530E"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omplete the following checklist and attach all the information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and documentation</w:t>
            </w:r>
            <w:r w:rsidR="009B530E"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relevant to the proposal. Failure to submit all information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and documentation</w:t>
            </w:r>
            <w:r w:rsidR="009B530E"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required will result in the application being deemed incomplete. 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It will not be considered complete until all required information and documentation have been submitted.</w:t>
            </w:r>
          </w:p>
        </w:tc>
      </w:tr>
      <w:tr w:rsidR="009B530E" w:rsidRPr="00A8082D" w14:paraId="5AE24765" w14:textId="77777777" w:rsidTr="00333E9F">
        <w:tc>
          <w:tcPr>
            <w:tcW w:w="10913" w:type="dxa"/>
            <w:gridSpan w:val="49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62" w14:textId="77777777" w:rsidR="00CE690B" w:rsidRDefault="00CE690B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  <w:p w14:paraId="5AE24763" w14:textId="77777777" w:rsidR="009B530E" w:rsidRDefault="001E69E9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Information and documentation required in terms of section 38(1)</w:t>
            </w:r>
            <w:r w:rsidR="00CE690B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 xml:space="preserve"> of said legislation</w:t>
            </w:r>
          </w:p>
          <w:p w14:paraId="5AE24764" w14:textId="77777777" w:rsidR="00CE690B" w:rsidRPr="00103BA1" w:rsidRDefault="00CE690B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</w:tr>
      <w:tr w:rsidR="001E69E9" w:rsidRPr="00A8082D" w14:paraId="5AE2476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66" w14:textId="68EF044B" w:rsidR="001E69E9" w:rsidRPr="00F162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F162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67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768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Power of a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ttorney / Owner’s consent if applicant is not owner</w:t>
            </w:r>
          </w:p>
        </w:tc>
        <w:tc>
          <w:tcPr>
            <w:tcW w:w="425" w:type="dxa"/>
            <w:gridSpan w:val="6"/>
            <w:vMerge w:val="restart"/>
            <w:shd w:val="clear" w:color="auto" w:fill="FFFFFF" w:themeFill="background1"/>
            <w:vAlign w:val="center"/>
          </w:tcPr>
          <w:p w14:paraId="5AE24769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6A" w14:textId="77777777" w:rsidR="001E69E9" w:rsidRPr="004111F9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111F9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6B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17"/>
            <w:shd w:val="clear" w:color="auto" w:fill="FFFFFF" w:themeFill="background1"/>
            <w:vAlign w:val="center"/>
          </w:tcPr>
          <w:p w14:paraId="5AE2476C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Bondholder’s consent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(if applicable)</w:t>
            </w:r>
          </w:p>
        </w:tc>
      </w:tr>
      <w:tr w:rsidR="001E69E9" w:rsidRPr="00A8082D" w14:paraId="5AE2477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6E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6F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770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Resolution or other proof that applicant is authorised to act on behalf of a juristic person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71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72" w14:textId="77777777" w:rsidR="001E69E9" w:rsidRPr="004111F9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111F9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73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17"/>
            <w:shd w:val="clear" w:color="auto" w:fill="FFFFFF" w:themeFill="background1"/>
            <w:vAlign w:val="center"/>
          </w:tcPr>
          <w:p w14:paraId="5AE24774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Proof of registered ownership or any other relevant right held in the land concerned</w:t>
            </w:r>
          </w:p>
        </w:tc>
      </w:tr>
      <w:tr w:rsidR="001E69E9" w:rsidRPr="00A8082D" w14:paraId="5AE2477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76" w14:textId="77777777" w:rsidR="001E69E9" w:rsidRPr="004111F9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111F9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77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778" w14:textId="77777777" w:rsidR="001E69E9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Written motivation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79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7A" w14:textId="77777777" w:rsidR="001E69E9" w:rsidRPr="004111F9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111F9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7B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17"/>
            <w:shd w:val="clear" w:color="auto" w:fill="FFFFFF" w:themeFill="background1"/>
            <w:vAlign w:val="center"/>
          </w:tcPr>
          <w:p w14:paraId="5AE2477C" w14:textId="77777777" w:rsidR="001E69E9" w:rsidRDefault="001E69E9" w:rsidP="009D21D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S.G.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diagram / General 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lan extract</w:t>
            </w:r>
          </w:p>
        </w:tc>
      </w:tr>
      <w:tr w:rsidR="001E69E9" w:rsidRPr="00A8082D" w14:paraId="5AE2478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7E" w14:textId="77777777" w:rsidR="001E69E9" w:rsidRPr="004111F9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111F9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7F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780" w14:textId="77777777" w:rsidR="001E69E9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Locality plan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81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82" w14:textId="77777777" w:rsidR="001E69E9" w:rsidRPr="004111F9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111F9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83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17"/>
            <w:shd w:val="clear" w:color="auto" w:fill="FFFFFF" w:themeFill="background1"/>
            <w:vAlign w:val="center"/>
          </w:tcPr>
          <w:p w14:paraId="5AE24784" w14:textId="77777777" w:rsidR="001E69E9" w:rsidRPr="00103BA1" w:rsidRDefault="001E69E9" w:rsidP="00966FB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Site d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evelopment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lan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or conceptual layout plan</w:t>
            </w:r>
          </w:p>
        </w:tc>
      </w:tr>
      <w:tr w:rsidR="001E69E9" w:rsidRPr="00A8082D" w14:paraId="5AE2478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86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87" w14:textId="77777777" w:rsidR="001E69E9" w:rsidRPr="004111F9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111F9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788" w14:textId="77777777" w:rsidR="001E69E9" w:rsidRDefault="001E69E9" w:rsidP="009D21D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Proposed s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ubdivision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lan 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89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8A" w14:textId="77777777" w:rsidR="001E69E9" w:rsidRPr="009F346A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9F346A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8B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17"/>
            <w:shd w:val="clear" w:color="auto" w:fill="FFFFFF" w:themeFill="background1"/>
            <w:vAlign w:val="center"/>
          </w:tcPr>
          <w:p w14:paraId="5AE2478C" w14:textId="77777777" w:rsidR="001E69E9" w:rsidRPr="00103BA1" w:rsidRDefault="001E69E9" w:rsidP="009D21D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Proof of agreement or permission for required servitude</w:t>
            </w:r>
          </w:p>
        </w:tc>
      </w:tr>
      <w:tr w:rsidR="001E69E9" w:rsidRPr="00A8082D" w14:paraId="5AE2479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8E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8F" w14:textId="77777777" w:rsidR="001E69E9" w:rsidRPr="004111F9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4111F9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790" w14:textId="77777777" w:rsidR="001E69E9" w:rsidRDefault="001E69E9" w:rsidP="009D21D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Proof of payment of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application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fees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91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92" w14:textId="77777777" w:rsidR="001E69E9" w:rsidRPr="00203C36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203C36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93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17"/>
            <w:shd w:val="clear" w:color="auto" w:fill="FFFFFF" w:themeFill="background1"/>
            <w:vAlign w:val="center"/>
          </w:tcPr>
          <w:p w14:paraId="5AE24794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Full copy of the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title d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eed</w:t>
            </w:r>
          </w:p>
        </w:tc>
      </w:tr>
      <w:tr w:rsidR="001E69E9" w:rsidRPr="00A8082D" w14:paraId="5AE2479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96" w14:textId="77777777" w:rsidR="001E69E9" w:rsidRPr="009F346A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9F346A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97" w14:textId="77777777" w:rsidR="001E69E9" w:rsidRPr="009F346A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9F346A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798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Conveyancer’s c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ertificate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99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9A" w14:textId="77777777" w:rsidR="001E69E9" w:rsidRPr="00DA0250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DA025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9B" w14:textId="77777777" w:rsidR="001E69E9" w:rsidRPr="00DA0250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DA0250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17"/>
            <w:shd w:val="clear" w:color="auto" w:fill="FFFFFF" w:themeFill="background1"/>
            <w:vAlign w:val="center"/>
          </w:tcPr>
          <w:p w14:paraId="5AE2479C" w14:textId="1EA9DA8A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Minutes of pre-application consultation meeting</w:t>
            </w:r>
            <w:r w:rsidR="00DA0250">
              <w:rPr>
                <w:rFonts w:ascii="Century Gothic" w:hAnsi="Century Gothic" w:cs="Arial"/>
                <w:sz w:val="20"/>
                <w:szCs w:val="20"/>
                <w:lang w:val="en-ZA"/>
              </w:rPr>
              <w:t>. Attached hereto.</w:t>
            </w:r>
          </w:p>
        </w:tc>
      </w:tr>
      <w:tr w:rsidR="001E69E9" w:rsidRPr="00A8082D" w14:paraId="5AE247A1" w14:textId="77777777" w:rsidTr="00333E9F">
        <w:tc>
          <w:tcPr>
            <w:tcW w:w="10913" w:type="dxa"/>
            <w:gridSpan w:val="49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9E" w14:textId="77777777" w:rsidR="00CE690B" w:rsidRDefault="00CE690B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  <w:p w14:paraId="5AE2479F" w14:textId="77777777" w:rsidR="001E69E9" w:rsidRDefault="008B4E2D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Supporting</w:t>
            </w:r>
            <w:r w:rsidR="00CE690B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 xml:space="preserve"> information and documentation:</w:t>
            </w:r>
          </w:p>
          <w:p w14:paraId="5AE247A0" w14:textId="77777777" w:rsidR="00CE690B" w:rsidRDefault="00CE690B" w:rsidP="00CE690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CE690B" w:rsidRPr="00A8082D" w14:paraId="5AE247AB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A2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A3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AE247A4" w14:textId="77777777" w:rsidR="00CE690B" w:rsidRPr="00E70580" w:rsidRDefault="00CE690B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AE247A5" w14:textId="77777777" w:rsidR="00CE690B" w:rsidRPr="00103BA1" w:rsidRDefault="00CE690B" w:rsidP="00966FBF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Consolidation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lan</w:t>
            </w:r>
          </w:p>
        </w:tc>
        <w:tc>
          <w:tcPr>
            <w:tcW w:w="425" w:type="dxa"/>
            <w:gridSpan w:val="6"/>
            <w:vMerge w:val="restart"/>
            <w:shd w:val="clear" w:color="auto" w:fill="FFFFFF" w:themeFill="background1"/>
            <w:vAlign w:val="center"/>
          </w:tcPr>
          <w:p w14:paraId="5AE247A6" w14:textId="77777777" w:rsidR="00CE690B" w:rsidRPr="00103BA1" w:rsidRDefault="00CE690B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 w:val="restart"/>
            <w:shd w:val="clear" w:color="auto" w:fill="FFFFFF" w:themeFill="background1"/>
            <w:vAlign w:val="center"/>
          </w:tcPr>
          <w:p w14:paraId="5AE247A7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vMerge w:val="restart"/>
            <w:shd w:val="clear" w:color="auto" w:fill="FFFFFF" w:themeFill="background1"/>
            <w:vAlign w:val="center"/>
          </w:tcPr>
          <w:p w14:paraId="5AE247A8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7" w:type="dxa"/>
            <w:gridSpan w:val="6"/>
            <w:vMerge w:val="restart"/>
            <w:shd w:val="clear" w:color="auto" w:fill="FFFFFF" w:themeFill="background1"/>
            <w:vAlign w:val="center"/>
          </w:tcPr>
          <w:p w14:paraId="5AE247A9" w14:textId="77777777" w:rsidR="00CE690B" w:rsidRPr="00E70580" w:rsidRDefault="00CE690B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11"/>
            <w:vMerge w:val="restart"/>
            <w:shd w:val="clear" w:color="auto" w:fill="FFFFFF" w:themeFill="background1"/>
            <w:vAlign w:val="center"/>
          </w:tcPr>
          <w:p w14:paraId="5AE247AA" w14:textId="77777777" w:rsidR="00CE690B" w:rsidRPr="00103BA1" w:rsidRDefault="00CE690B" w:rsidP="00966FBF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Land use plan / Zoning plan </w:t>
            </w:r>
          </w:p>
        </w:tc>
      </w:tr>
      <w:tr w:rsidR="00CE690B" w:rsidRPr="00A8082D" w14:paraId="5AE247B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AC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AD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AE247AE" w14:textId="77777777" w:rsidR="00CE690B" w:rsidRPr="00E70580" w:rsidRDefault="00CE690B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AE247AF" w14:textId="77777777" w:rsidR="00CE690B" w:rsidRPr="00103BA1" w:rsidRDefault="00CE690B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537B43">
              <w:rPr>
                <w:rFonts w:ascii="Century Gothic" w:hAnsi="Century Gothic" w:cs="Arial"/>
                <w:sz w:val="20"/>
                <w:szCs w:val="20"/>
                <w:lang w:val="en-ZA"/>
              </w:rPr>
              <w:t>Street name and numbering plan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B0" w14:textId="77777777" w:rsidR="00CE690B" w:rsidRPr="00103BA1" w:rsidRDefault="00CE690B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7B1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7B2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6"/>
            <w:vMerge/>
            <w:shd w:val="clear" w:color="auto" w:fill="FFFFFF" w:themeFill="background1"/>
            <w:vAlign w:val="center"/>
          </w:tcPr>
          <w:p w14:paraId="5AE247B3" w14:textId="77777777" w:rsidR="00CE690B" w:rsidRPr="00E70580" w:rsidRDefault="00CE690B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504" w:type="dxa"/>
            <w:gridSpan w:val="11"/>
            <w:vMerge/>
            <w:shd w:val="clear" w:color="auto" w:fill="FFFFFF" w:themeFill="background1"/>
            <w:vAlign w:val="center"/>
          </w:tcPr>
          <w:p w14:paraId="5AE247B4" w14:textId="77777777" w:rsidR="00CE690B" w:rsidRPr="00A178AA" w:rsidRDefault="00CE690B" w:rsidP="00966FB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5AE247BF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B6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B7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AE247B8" w14:textId="77777777" w:rsidR="001E69E9" w:rsidRPr="00E70580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AE247B9" w14:textId="77777777" w:rsidR="001E69E9" w:rsidRPr="00103BA1" w:rsidRDefault="001E69E9" w:rsidP="00966FB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Landscaping / Tree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lan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BA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BB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BC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7" w:type="dxa"/>
            <w:gridSpan w:val="6"/>
            <w:shd w:val="clear" w:color="auto" w:fill="FFFFFF" w:themeFill="background1"/>
            <w:vAlign w:val="center"/>
          </w:tcPr>
          <w:p w14:paraId="5AE247BD" w14:textId="77777777" w:rsidR="001E69E9" w:rsidRPr="00E70580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11"/>
            <w:shd w:val="clear" w:color="auto" w:fill="FFFFFF" w:themeFill="background1"/>
            <w:vAlign w:val="center"/>
          </w:tcPr>
          <w:p w14:paraId="5AE247BE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gramStart"/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1 :</w:t>
            </w:r>
            <w:proofErr w:type="gramEnd"/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50 / 1:100 Flood line determination (plan / report)</w:t>
            </w:r>
          </w:p>
        </w:tc>
      </w:tr>
      <w:tr w:rsidR="001E69E9" w:rsidRPr="00A8082D" w14:paraId="5AE247C9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C0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C1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AE247C2" w14:textId="77777777" w:rsidR="001E69E9" w:rsidRPr="00E70580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AE247C3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Abutting owner’s consent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C4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C5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C6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7" w:type="dxa"/>
            <w:gridSpan w:val="6"/>
            <w:shd w:val="clear" w:color="auto" w:fill="FFFFFF" w:themeFill="background1"/>
            <w:vAlign w:val="center"/>
          </w:tcPr>
          <w:p w14:paraId="5AE247C7" w14:textId="77777777" w:rsidR="001E69E9" w:rsidRPr="00E70580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11"/>
            <w:shd w:val="clear" w:color="auto" w:fill="FFFFFF" w:themeFill="background1"/>
            <w:vAlign w:val="center"/>
          </w:tcPr>
          <w:p w14:paraId="5AE247C8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gramStart"/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Home Owners’</w:t>
            </w:r>
            <w:proofErr w:type="gramEnd"/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Association consent</w:t>
            </w:r>
          </w:p>
        </w:tc>
      </w:tr>
      <w:tr w:rsidR="001E69E9" w:rsidRPr="00A8082D" w14:paraId="5AE247D8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CA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CB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AE247CC" w14:textId="77777777" w:rsidR="001E69E9" w:rsidRPr="00E70580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AE247CD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Copy of Environmental Impact Assessment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(EIA) 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/ </w:t>
            </w:r>
          </w:p>
          <w:p w14:paraId="5AE247CE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Heritage Impact Assessment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(HIA) /</w:t>
            </w:r>
          </w:p>
          <w:p w14:paraId="5AE247CF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Traffic Impact Assessment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(TIA)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/ Traffic Impact Statement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(TIS)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/</w:t>
            </w:r>
          </w:p>
          <w:p w14:paraId="5AE247D0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Major Hazard Impact Assessment (MHIA) /</w:t>
            </w:r>
          </w:p>
          <w:p w14:paraId="5AE247D1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Environmental Authorisation (EA) / 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Record of Decision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(ROD)</w:t>
            </w:r>
          </w:p>
          <w:p w14:paraId="5AE247D2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52391">
              <w:rPr>
                <w:rFonts w:ascii="Century Gothic" w:hAnsi="Century Gothic" w:cs="Arial"/>
                <w:sz w:val="20"/>
                <w:szCs w:val="20"/>
                <w:lang w:val="en-ZA"/>
              </w:rPr>
              <w:t>(strikethrough irrelevant)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D3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D4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D5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7" w:type="dxa"/>
            <w:gridSpan w:val="6"/>
            <w:shd w:val="clear" w:color="auto" w:fill="FFFFFF" w:themeFill="background1"/>
            <w:vAlign w:val="center"/>
          </w:tcPr>
          <w:p w14:paraId="5AE247D6" w14:textId="77777777" w:rsidR="001E69E9" w:rsidRPr="00E70580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E70580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11"/>
            <w:shd w:val="clear" w:color="auto" w:fill="FFFFFF" w:themeFill="background1"/>
            <w:vAlign w:val="center"/>
          </w:tcPr>
          <w:p w14:paraId="5AE247D7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Services Report or indication of all municipal services / registered servitudes</w:t>
            </w:r>
          </w:p>
        </w:tc>
      </w:tr>
      <w:tr w:rsidR="001E69E9" w:rsidRPr="00A8082D" w14:paraId="5AE247E2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D9" w14:textId="77777777" w:rsidR="001E69E9" w:rsidRPr="009F346A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9F346A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lastRenderedPageBreak/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DA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AE247DB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AE247DC" w14:textId="77777777" w:rsidR="001E69E9" w:rsidRPr="00103BA1" w:rsidRDefault="001E69E9" w:rsidP="001E69E9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Copy of original approval and conditions of approval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DD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DE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DF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7" w:type="dxa"/>
            <w:gridSpan w:val="6"/>
            <w:shd w:val="clear" w:color="auto" w:fill="FFFFFF" w:themeFill="background1"/>
            <w:vAlign w:val="center"/>
          </w:tcPr>
          <w:p w14:paraId="5AE247E0" w14:textId="77777777" w:rsidR="001E69E9" w:rsidRPr="00892D2D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11"/>
            <w:shd w:val="clear" w:color="auto" w:fill="FFFFFF" w:themeFill="background1"/>
            <w:vAlign w:val="center"/>
          </w:tcPr>
          <w:p w14:paraId="5AE247E1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Proof of failure of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Home owner’s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association</w:t>
            </w:r>
          </w:p>
        </w:tc>
      </w:tr>
      <w:tr w:rsidR="001E69E9" w:rsidRPr="00A8082D" w14:paraId="5AE247EC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E3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E4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AE247E5" w14:textId="77777777" w:rsidR="001E69E9" w:rsidRPr="00892D2D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AE247E6" w14:textId="77777777" w:rsidR="001E69E9" w:rsidRDefault="001E69E9" w:rsidP="001E69E9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Proof of lawful use right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E7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E8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E9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7" w:type="dxa"/>
            <w:gridSpan w:val="6"/>
            <w:shd w:val="clear" w:color="auto" w:fill="FFFFFF" w:themeFill="background1"/>
            <w:vAlign w:val="center"/>
          </w:tcPr>
          <w:p w14:paraId="5AE247EA" w14:textId="77777777" w:rsidR="001E69E9" w:rsidRPr="00892D2D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11"/>
            <w:shd w:val="clear" w:color="auto" w:fill="FFFFFF" w:themeFill="background1"/>
            <w:vAlign w:val="center"/>
          </w:tcPr>
          <w:p w14:paraId="5AE247EB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Any additional documents or information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required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 listed in the pre-application consultation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form / minutes</w:t>
            </w:r>
          </w:p>
        </w:tc>
      </w:tr>
      <w:tr w:rsidR="001E69E9" w:rsidRPr="00A8082D" w14:paraId="5AE247F6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ED" w14:textId="77777777" w:rsidR="001E69E9" w:rsidRPr="009F346A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9F346A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EE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AE247EF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AE247F0" w14:textId="77777777" w:rsidR="001E69E9" w:rsidRDefault="001E69E9" w:rsidP="001E69E9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Required number of documentation copies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7F1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F2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7F3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607" w:type="dxa"/>
            <w:gridSpan w:val="6"/>
            <w:shd w:val="clear" w:color="auto" w:fill="FFFFFF" w:themeFill="background1"/>
            <w:vAlign w:val="center"/>
          </w:tcPr>
          <w:p w14:paraId="5AE247F4" w14:textId="77777777" w:rsidR="001E69E9" w:rsidRPr="00892D2D" w:rsidRDefault="001E69E9" w:rsidP="0010400E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11"/>
            <w:shd w:val="clear" w:color="auto" w:fill="FFFFFF" w:themeFill="background1"/>
            <w:vAlign w:val="center"/>
          </w:tcPr>
          <w:p w14:paraId="5AE247F5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Other (specify)</w:t>
            </w:r>
          </w:p>
        </w:tc>
      </w:tr>
      <w:tr w:rsidR="001E69E9" w:rsidRPr="00A8082D" w14:paraId="5AE247F8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7F7" w14:textId="77777777" w:rsidR="001E69E9" w:rsidRPr="00A808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 H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: AUTHORISATION(S) IN TERMS OF OTHER LEGISLATION </w:t>
            </w:r>
          </w:p>
        </w:tc>
      </w:tr>
      <w:tr w:rsidR="001E69E9" w:rsidRPr="00A8082D" w14:paraId="5AE24805" w14:textId="77777777" w:rsidTr="00333E9F">
        <w:tc>
          <w:tcPr>
            <w:tcW w:w="607" w:type="dxa"/>
            <w:tcBorders>
              <w:top w:val="single" w:sz="18" w:space="0" w:color="000000" w:themeColor="text1"/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7F9" w14:textId="77777777" w:rsidR="001E69E9" w:rsidRPr="00536E98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536E98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7FA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7FB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/>
                <w:sz w:val="20"/>
                <w:szCs w:val="20"/>
                <w:lang w:val="en-ZA"/>
              </w:rPr>
              <w:t>National Heritage Resources Act, 1999 (Act 25 of 1999)</w:t>
            </w:r>
          </w:p>
        </w:tc>
        <w:tc>
          <w:tcPr>
            <w:tcW w:w="425" w:type="dxa"/>
            <w:gridSpan w:val="6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7FC" w14:textId="77777777" w:rsidR="001E69E9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  <w:p w14:paraId="5AE247FD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7FE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7FF" w14:textId="77777777" w:rsidR="001E69E9" w:rsidRPr="00892D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4111" w:type="dxa"/>
            <w:gridSpan w:val="17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800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Specific Environmental Management Act(s) (SEMA) </w:t>
            </w:r>
          </w:p>
          <w:p w14:paraId="5AE24801" w14:textId="77777777" w:rsidR="001E69E9" w:rsidRDefault="001E69E9" w:rsidP="00A178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(e.g. Environmental Conservation Act, 1989 (Act 73 of 1989), National Environmental Management: Air Quality Act, 2004 (Act 39 of 2004), </w:t>
            </w:r>
          </w:p>
          <w:p w14:paraId="5AE24802" w14:textId="77777777" w:rsidR="001E69E9" w:rsidRDefault="001E69E9" w:rsidP="00A178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National Environmental Integrated Coastal Management Act, 2008 (Act 24 of 2008)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,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National Environmental Management: Waste Act, 2008 (Act 59 of 2008), </w:t>
            </w:r>
          </w:p>
          <w:p w14:paraId="5AE24803" w14:textId="77777777" w:rsidR="001E69E9" w:rsidRPr="00A8082D" w:rsidRDefault="001E69E9" w:rsidP="00A178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National Water Act, 1998 (Act 36 of 1998)</w:t>
            </w:r>
          </w:p>
          <w:p w14:paraId="5AE24804" w14:textId="77777777" w:rsidR="001E69E9" w:rsidRPr="00103BA1" w:rsidRDefault="001E69E9" w:rsidP="00A178AA">
            <w:pPr>
              <w:tabs>
                <w:tab w:val="left" w:pos="2755"/>
                <w:tab w:val="left" w:pos="3211"/>
                <w:tab w:val="left" w:pos="3288"/>
              </w:tabs>
              <w:spacing w:line="276" w:lineRule="auto"/>
              <w:ind w:right="437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52391">
              <w:rPr>
                <w:rFonts w:ascii="Century Gothic" w:hAnsi="Century Gothic" w:cs="Arial"/>
                <w:sz w:val="20"/>
                <w:szCs w:val="20"/>
                <w:lang w:val="en-ZA"/>
              </w:rPr>
              <w:t>(strikethrough irrelevant)</w:t>
            </w:r>
          </w:p>
        </w:tc>
      </w:tr>
      <w:tr w:rsidR="001E69E9" w:rsidRPr="00A8082D" w14:paraId="5AE2480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06" w14:textId="77777777" w:rsidR="001E69E9" w:rsidRPr="00536E98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536E98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807" w14:textId="77777777" w:rsidR="001E69E9" w:rsidRPr="00536E98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536E98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808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National Environmental Management Act, 1998 (Act 107 of 1998)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809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80A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80B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17"/>
            <w:vMerge/>
            <w:shd w:val="clear" w:color="auto" w:fill="FFFFFF" w:themeFill="background1"/>
            <w:vAlign w:val="center"/>
          </w:tcPr>
          <w:p w14:paraId="5AE2480C" w14:textId="77777777" w:rsidR="001E69E9" w:rsidRPr="00103BA1" w:rsidRDefault="001E69E9" w:rsidP="00747EBE">
            <w:pPr>
              <w:tabs>
                <w:tab w:val="left" w:pos="2755"/>
              </w:tabs>
              <w:spacing w:line="276" w:lineRule="auto"/>
              <w:ind w:right="1424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5AE2481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0E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80F" w14:textId="77777777" w:rsidR="001E69E9" w:rsidRPr="00536E98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536E98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810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Subdivision of Agricultural Land Act, 1970 (Act 70 of 1970)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811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812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813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17"/>
            <w:vMerge/>
            <w:shd w:val="clear" w:color="auto" w:fill="FFFFFF" w:themeFill="background1"/>
            <w:vAlign w:val="center"/>
          </w:tcPr>
          <w:p w14:paraId="5AE24814" w14:textId="77777777" w:rsidR="001E69E9" w:rsidRPr="00103BA1" w:rsidRDefault="001E69E9" w:rsidP="00747EBE">
            <w:pPr>
              <w:tabs>
                <w:tab w:val="left" w:pos="2755"/>
              </w:tabs>
              <w:spacing w:line="276" w:lineRule="auto"/>
              <w:ind w:right="1424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5AE2481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16" w14:textId="77777777" w:rsidR="001E69E9" w:rsidRPr="009F346A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9F346A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817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818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Spatial Planning and Land Use Management Act, 2013 (Act 16 of 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2013)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(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SPLUMA)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819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81A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81B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17"/>
            <w:vMerge/>
            <w:shd w:val="clear" w:color="auto" w:fill="FFFFFF" w:themeFill="background1"/>
            <w:vAlign w:val="center"/>
          </w:tcPr>
          <w:p w14:paraId="5AE2481C" w14:textId="77777777" w:rsidR="001E69E9" w:rsidRPr="00103BA1" w:rsidRDefault="001E69E9" w:rsidP="00747EBE">
            <w:pPr>
              <w:tabs>
                <w:tab w:val="left" w:pos="2755"/>
              </w:tabs>
              <w:spacing w:line="276" w:lineRule="auto"/>
              <w:ind w:right="1424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5AE2482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1E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81F" w14:textId="77777777" w:rsidR="001E69E9" w:rsidRPr="00892D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</w:tcPr>
          <w:p w14:paraId="5AE24820" w14:textId="77777777" w:rsidR="001E69E9" w:rsidRPr="00A8082D" w:rsidRDefault="001E69E9" w:rsidP="007D021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Occupational Health and Safety Act, 1993 (Act 85 of 1993): Major Hazard Installations Regulations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821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822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AE24823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17"/>
            <w:vMerge/>
            <w:shd w:val="clear" w:color="auto" w:fill="FFFFFF" w:themeFill="background1"/>
            <w:vAlign w:val="center"/>
          </w:tcPr>
          <w:p w14:paraId="5AE24824" w14:textId="77777777" w:rsidR="001E69E9" w:rsidRPr="00103BA1" w:rsidRDefault="001E69E9" w:rsidP="00747EBE">
            <w:pPr>
              <w:tabs>
                <w:tab w:val="left" w:pos="2755"/>
              </w:tabs>
              <w:spacing w:line="276" w:lineRule="auto"/>
              <w:ind w:right="1424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5AE2482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26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827" w14:textId="77777777" w:rsidR="001E69E9" w:rsidRPr="00892D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AE24828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Land Use Planning Act, 2014 (Act 3 of 2014) (LUPA)</w:t>
            </w:r>
          </w:p>
        </w:tc>
        <w:tc>
          <w:tcPr>
            <w:tcW w:w="425" w:type="dxa"/>
            <w:gridSpan w:val="6"/>
            <w:vMerge/>
            <w:shd w:val="clear" w:color="auto" w:fill="FFFFFF" w:themeFill="background1"/>
            <w:vAlign w:val="center"/>
          </w:tcPr>
          <w:p w14:paraId="5AE24829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82A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AE2482B" w14:textId="77777777" w:rsidR="001E69E9" w:rsidRPr="00892D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4111" w:type="dxa"/>
            <w:gridSpan w:val="17"/>
            <w:shd w:val="clear" w:color="auto" w:fill="FFFFFF" w:themeFill="background1"/>
            <w:vAlign w:val="center"/>
          </w:tcPr>
          <w:p w14:paraId="5AE2482C" w14:textId="77777777" w:rsidR="001E69E9" w:rsidRPr="00A178AA" w:rsidRDefault="001E69E9" w:rsidP="008710FD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Other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(specify)</w:t>
            </w:r>
          </w:p>
        </w:tc>
      </w:tr>
      <w:tr w:rsidR="001E69E9" w:rsidRPr="00A8082D" w14:paraId="5AE24831" w14:textId="77777777" w:rsidTr="00333E9F">
        <w:tc>
          <w:tcPr>
            <w:tcW w:w="60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2E" w14:textId="77777777" w:rsidR="001E69E9" w:rsidRPr="00892D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2F" w14:textId="77777777" w:rsidR="001E69E9" w:rsidRPr="00892D2D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9699" w:type="dxa"/>
            <w:gridSpan w:val="45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30" w14:textId="77777777" w:rsidR="001E69E9" w:rsidRPr="00A178AA" w:rsidRDefault="001E69E9" w:rsidP="007C5D3C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If required, has application for EIA / HIA / TIA / TIS / MHIA approval been made? If yes, attach documents / plans / proof of submission etc.</w:t>
            </w:r>
          </w:p>
        </w:tc>
      </w:tr>
      <w:tr w:rsidR="001E69E9" w:rsidRPr="00A8082D" w14:paraId="5AE24835" w14:textId="77777777" w:rsidTr="00333E9F">
        <w:tc>
          <w:tcPr>
            <w:tcW w:w="607" w:type="dxa"/>
            <w:tcBorders>
              <w:left w:val="single" w:sz="4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832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3"/>
            <w:tcBorders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833" w14:textId="77777777" w:rsidR="001E69E9" w:rsidRPr="00892D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</w:pPr>
            <w:r w:rsidRPr="00892D2D">
              <w:rPr>
                <w:rFonts w:ascii="Century Gothic" w:hAnsi="Century Gothic" w:cs="Arial"/>
                <w:b/>
                <w:bCs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9699" w:type="dxa"/>
            <w:gridSpan w:val="45"/>
            <w:tcBorders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834" w14:textId="77777777" w:rsidR="001E69E9" w:rsidRPr="00A178AA" w:rsidRDefault="001E69E9" w:rsidP="008F76D2">
            <w:pPr>
              <w:spacing w:line="276" w:lineRule="auto"/>
              <w:jc w:val="both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required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do you want to follow an </w:t>
            </w:r>
            <w:r w:rsidRP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>integrated application procedure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in terms of </w:t>
            </w:r>
            <w:r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>section 4</w:t>
            </w:r>
            <w:r w:rsidR="00CE690B"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>4</w:t>
            </w:r>
            <w:r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(1) of the </w:t>
            </w:r>
            <w:r w:rsidR="008F76D2">
              <w:rPr>
                <w:rFonts w:ascii="Century Gothic" w:hAnsi="Century Gothic" w:cs="Arial"/>
                <w:sz w:val="20"/>
                <w:szCs w:val="20"/>
              </w:rPr>
              <w:t>By-La</w:t>
            </w:r>
            <w:r w:rsidRPr="00BE4DF0">
              <w:rPr>
                <w:rFonts w:ascii="Century Gothic" w:hAnsi="Century Gothic" w:cs="Arial"/>
                <w:sz w:val="20"/>
                <w:szCs w:val="20"/>
              </w:rPr>
              <w:t>w on Municipal Land Use Planning</w:t>
            </w:r>
            <w:r w:rsidR="00BE4DF0" w:rsidRPr="00BE4DF0">
              <w:rPr>
                <w:rFonts w:ascii="Century Gothic" w:hAnsi="Century Gothic" w:cs="Arial"/>
                <w:sz w:val="20"/>
                <w:szCs w:val="20"/>
              </w:rPr>
              <w:t xml:space="preserve"> for Beaufort West Municipality</w:t>
            </w:r>
            <w:r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>?</w:t>
            </w:r>
            <w:r w:rsidR="00CE690B"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If yes, please attach motivation. </w:t>
            </w:r>
          </w:p>
        </w:tc>
      </w:tr>
      <w:tr w:rsidR="001E69E9" w:rsidRPr="00A8082D" w14:paraId="5AE24837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836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SECTION I: DECLARATION</w:t>
            </w:r>
          </w:p>
        </w:tc>
      </w:tr>
      <w:tr w:rsidR="001E69E9" w:rsidRPr="00A8082D" w14:paraId="5AE2484A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4" w:space="0" w:color="000000" w:themeColor="text1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AE24838" w14:textId="77777777" w:rsidR="001E69E9" w:rsidRDefault="001E69E9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39" w14:textId="77777777" w:rsidR="001E69E9" w:rsidRPr="00A178AA" w:rsidRDefault="001E69E9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gramStart"/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I  hereby</w:t>
            </w:r>
            <w:proofErr w:type="gramEnd"/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wish to confirm the </w:t>
            </w:r>
            <w:proofErr w:type="gramStart"/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following :</w:t>
            </w:r>
            <w:proofErr w:type="gramEnd"/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</w:p>
          <w:p w14:paraId="5AE2483A" w14:textId="77777777" w:rsidR="001E69E9" w:rsidRPr="00A178AA" w:rsidRDefault="001E69E9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3B" w14:textId="77777777" w:rsidR="001E69E9" w:rsidRPr="00A178AA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That the information contained in this application form and accompanying documentation is complete and correct. </w:t>
            </w:r>
          </w:p>
          <w:p w14:paraId="5AE2483C" w14:textId="77777777" w:rsidR="001E69E9" w:rsidRPr="00A178AA" w:rsidRDefault="001E69E9" w:rsidP="000B5BBB">
            <w:pPr>
              <w:pStyle w:val="ListParagraph"/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3D" w14:textId="77777777" w:rsidR="001E69E9" w:rsidRPr="00A178AA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I’m aware that it is an offense in terms of section </w:t>
            </w:r>
            <w:r w:rsidR="00CE690B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86</w:t>
            </w:r>
            <w:r w:rsidRPr="00A178AA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(1)(e)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to supply particulars, information or answers</w:t>
            </w:r>
            <w:r w:rsidR="00032A4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knowing the particulars, information or answers to be false, incorrect or misleading or not bel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ieving them to be correct. </w:t>
            </w:r>
          </w:p>
          <w:p w14:paraId="5AE2483E" w14:textId="77777777" w:rsidR="001E69E9" w:rsidRPr="00A178AA" w:rsidRDefault="001E69E9" w:rsidP="000B5BBB">
            <w:p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3F" w14:textId="77777777" w:rsidR="001E69E9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 am properly authorized to make this application on behalf of the owner and (where applicable) </w:t>
            </w:r>
            <w:r w:rsidR="00032A4B">
              <w:rPr>
                <w:rFonts w:ascii="Century Gothic" w:hAnsi="Century Gothic" w:cs="Arial"/>
                <w:sz w:val="20"/>
                <w:szCs w:val="20"/>
                <w:lang w:val="en-ZA"/>
              </w:rPr>
              <w:t>that a copy of the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relevant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ower of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a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ttorney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or c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onsent are attached hereto.</w:t>
            </w:r>
          </w:p>
          <w:p w14:paraId="5AE24840" w14:textId="77777777" w:rsidR="007B6066" w:rsidRDefault="007B6066" w:rsidP="007B6066">
            <w:pPr>
              <w:pStyle w:val="ListParagraph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41" w14:textId="77777777" w:rsidR="007B6066" w:rsidRDefault="007B6066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Where an agent is appointed to submit this application on the owner’s behalf, it is 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accepted that correspondence from and notifications by the Municipality in terms of the by-law will be sent only to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the 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agent and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that 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the owner will regularly consult with the agent in this regard.</w:t>
            </w:r>
          </w:p>
          <w:p w14:paraId="5AE24842" w14:textId="77777777" w:rsidR="007B6066" w:rsidRPr="00A178AA" w:rsidRDefault="007B6066" w:rsidP="007B6066">
            <w:pPr>
              <w:pStyle w:val="ListParagraph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43" w14:textId="77777777" w:rsidR="001E69E9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That this submission includes all necessary land </w:t>
            </w:r>
            <w:r w:rsidR="008B4E2D">
              <w:rPr>
                <w:rFonts w:ascii="Century Gothic" w:hAnsi="Century Gothic" w:cs="Arial"/>
                <w:sz w:val="20"/>
                <w:szCs w:val="20"/>
                <w:lang w:val="en-ZA"/>
              </w:rPr>
              <w:t>use planning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applications required to enable the development proposed herein. </w:t>
            </w:r>
          </w:p>
          <w:p w14:paraId="5AE24844" w14:textId="77777777" w:rsidR="001E69E9" w:rsidRDefault="001E69E9" w:rsidP="000B5BBB">
            <w:pPr>
              <w:pStyle w:val="ListParagraph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45" w14:textId="77777777" w:rsidR="001E69E9" w:rsidRPr="00A178AA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lastRenderedPageBreak/>
              <w:t>I confirm that the relevant title deed(s)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have been read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and that there are no restrictive title deed restrictions, which impact on this application, or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alternatively an application for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removal/</w:t>
            </w:r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suspension or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amendment</w:t>
            </w:r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forms part of this submission.</w:t>
            </w:r>
          </w:p>
          <w:p w14:paraId="5AE24846" w14:textId="77777777" w:rsidR="001E69E9" w:rsidRPr="00A178AA" w:rsidRDefault="001E69E9" w:rsidP="000B5BBB">
            <w:pPr>
              <w:pStyle w:val="ListParagraph"/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47" w14:textId="77777777" w:rsidR="001042BF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 am aware </w:t>
            </w:r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that development charges to the Municipality in respect of the provision and installation of external engineering services are payable by the applicant </w:t>
            </w:r>
            <w:proofErr w:type="gramStart"/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>as a result of</w:t>
            </w:r>
            <w:proofErr w:type="gramEnd"/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the proposed development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.</w:t>
            </w:r>
          </w:p>
          <w:p w14:paraId="5AE24848" w14:textId="77777777" w:rsidR="001042BF" w:rsidRPr="001042BF" w:rsidRDefault="001042BF" w:rsidP="001042BF">
            <w:pPr>
              <w:pStyle w:val="ListParagrap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49" w14:textId="77777777" w:rsidR="001E69E9" w:rsidRPr="00A178AA" w:rsidRDefault="001E69E9" w:rsidP="008B4E2D">
            <w:pPr>
              <w:pStyle w:val="ListParagraph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</w:p>
        </w:tc>
      </w:tr>
      <w:tr w:rsidR="001042BF" w:rsidRPr="00A8082D" w14:paraId="5AE2484C" w14:textId="77777777" w:rsidTr="00333E9F">
        <w:tc>
          <w:tcPr>
            <w:tcW w:w="10913" w:type="dxa"/>
            <w:gridSpan w:val="49"/>
            <w:tcBorders>
              <w:top w:val="single" w:sz="2" w:space="0" w:color="auto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5AE2484B" w14:textId="77777777" w:rsidR="001042BF" w:rsidRDefault="001042BF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5AE24852" w14:textId="77777777" w:rsidTr="00333E9F">
        <w:tc>
          <w:tcPr>
            <w:tcW w:w="2626" w:type="dxa"/>
            <w:gridSpan w:val="10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84D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Applicant’s signature:</w:t>
            </w:r>
          </w:p>
        </w:tc>
        <w:tc>
          <w:tcPr>
            <w:tcW w:w="408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E2484E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4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84F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Date:</w:t>
            </w:r>
          </w:p>
        </w:tc>
        <w:tc>
          <w:tcPr>
            <w:tcW w:w="2770" w:type="dxa"/>
            <w:gridSpan w:val="8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50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51" w14:textId="2A8A3ED1" w:rsidR="001E69E9" w:rsidRPr="00A178AA" w:rsidRDefault="009F346A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26 May 2025</w:t>
            </w:r>
          </w:p>
        </w:tc>
      </w:tr>
      <w:tr w:rsidR="001E69E9" w:rsidRPr="00A178AA" w14:paraId="5AE24854" w14:textId="77777777" w:rsidTr="00333E9F">
        <w:tc>
          <w:tcPr>
            <w:tcW w:w="10913" w:type="dxa"/>
            <w:gridSpan w:val="49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5AE24853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5AE2485A" w14:textId="77777777" w:rsidTr="00333E9F">
        <w:tc>
          <w:tcPr>
            <w:tcW w:w="2626" w:type="dxa"/>
            <w:gridSpan w:val="10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855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Full name:</w:t>
            </w:r>
          </w:p>
        </w:tc>
        <w:tc>
          <w:tcPr>
            <w:tcW w:w="408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E24856" w14:textId="3C52C014" w:rsidR="001E69E9" w:rsidRPr="00A178AA" w:rsidRDefault="00D84B92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Andries Stephanus du Plessis</w:t>
            </w:r>
          </w:p>
        </w:tc>
        <w:tc>
          <w:tcPr>
            <w:tcW w:w="14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E24857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2770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E24858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59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5AE2485C" w14:textId="77777777" w:rsidTr="00333E9F">
        <w:tc>
          <w:tcPr>
            <w:tcW w:w="10913" w:type="dxa"/>
            <w:gridSpan w:val="49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5AE2485B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5AE24862" w14:textId="77777777" w:rsidTr="00333E9F">
        <w:tc>
          <w:tcPr>
            <w:tcW w:w="2626" w:type="dxa"/>
            <w:gridSpan w:val="10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85D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5E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Professional capacity:</w:t>
            </w:r>
          </w:p>
        </w:tc>
        <w:tc>
          <w:tcPr>
            <w:tcW w:w="408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E2485F" w14:textId="7E82C88B" w:rsidR="001E69E9" w:rsidRPr="00A178AA" w:rsidRDefault="00D84B92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Professional Planner</w:t>
            </w:r>
          </w:p>
        </w:tc>
        <w:tc>
          <w:tcPr>
            <w:tcW w:w="14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E24860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27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E24861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5AE24864" w14:textId="77777777" w:rsidTr="00333E9F">
        <w:tc>
          <w:tcPr>
            <w:tcW w:w="10913" w:type="dxa"/>
            <w:gridSpan w:val="49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5AE24863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5AE2486A" w14:textId="77777777" w:rsidTr="00333E9F">
        <w:tc>
          <w:tcPr>
            <w:tcW w:w="2626" w:type="dxa"/>
            <w:gridSpan w:val="10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E24865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66" w14:textId="77777777" w:rsidR="001E69E9" w:rsidRPr="00A178AA" w:rsidRDefault="001E69E9" w:rsidP="007B606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SACPLAN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registration number:</w:t>
            </w:r>
          </w:p>
        </w:tc>
        <w:tc>
          <w:tcPr>
            <w:tcW w:w="408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E24867" w14:textId="73786522" w:rsidR="001E69E9" w:rsidRPr="00A178AA" w:rsidRDefault="00D84B92" w:rsidP="00A178AA">
            <w:pPr>
              <w:spacing w:line="276" w:lineRule="auto"/>
              <w:rPr>
                <w:rFonts w:ascii="Century Gothic" w:hAnsi="Century Gothic" w:cs="Arial"/>
                <w:color w:val="FF0000"/>
                <w:sz w:val="20"/>
                <w:szCs w:val="20"/>
                <w:lang w:val="en-ZA"/>
              </w:rPr>
            </w:pPr>
            <w:r w:rsidRPr="00D84B92">
              <w:rPr>
                <w:rFonts w:ascii="Century Gothic" w:hAnsi="Century Gothic" w:cs="Arial"/>
                <w:sz w:val="20"/>
                <w:szCs w:val="20"/>
                <w:lang w:val="en-ZA"/>
              </w:rPr>
              <w:t>A/2551/2017</w:t>
            </w:r>
          </w:p>
        </w:tc>
        <w:tc>
          <w:tcPr>
            <w:tcW w:w="14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E24868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27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E24869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5AE2486D" w14:textId="77777777" w:rsidTr="00333E9F">
        <w:tc>
          <w:tcPr>
            <w:tcW w:w="10913" w:type="dxa"/>
            <w:gridSpan w:val="49"/>
            <w:tcBorders>
              <w:top w:val="nil"/>
              <w:left w:val="single" w:sz="4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AE2486B" w14:textId="77777777" w:rsidR="001E69E9" w:rsidRDefault="001E69E9" w:rsidP="00A178AA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</w:p>
          <w:p w14:paraId="5AE2486C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</w:p>
        </w:tc>
      </w:tr>
      <w:tr w:rsidR="001E69E9" w:rsidRPr="00A178AA" w14:paraId="5AE2486F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86E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FOR OFFICE USE ONLY</w:t>
            </w:r>
          </w:p>
        </w:tc>
      </w:tr>
      <w:tr w:rsidR="001E69E9" w:rsidRPr="00A178AA" w14:paraId="5AE24871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5AE24870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</w:p>
        </w:tc>
      </w:tr>
      <w:tr w:rsidR="007B6066" w:rsidRPr="00A8082D" w14:paraId="5AE2487E" w14:textId="77777777" w:rsidTr="00333E9F">
        <w:tc>
          <w:tcPr>
            <w:tcW w:w="5386" w:type="dxa"/>
            <w:gridSpan w:val="24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72" w14:textId="77777777" w:rsid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AE24873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B6066">
              <w:rPr>
                <w:rFonts w:ascii="Century Gothic" w:hAnsi="Century Gothic"/>
                <w:sz w:val="20"/>
                <w:szCs w:val="20"/>
              </w:rPr>
              <w:t>Date received:</w:t>
            </w:r>
          </w:p>
          <w:p w14:paraId="5AE24874" w14:textId="77777777" w:rsid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AE24875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AE24876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AE24877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B6066">
              <w:rPr>
                <w:rFonts w:ascii="Century Gothic" w:hAnsi="Century Gothic"/>
                <w:sz w:val="20"/>
                <w:szCs w:val="20"/>
              </w:rPr>
              <w:t>_____________________________</w:t>
            </w:r>
          </w:p>
          <w:p w14:paraId="5AE24878" w14:textId="77777777" w:rsidR="007B6066" w:rsidRPr="00A178AA" w:rsidRDefault="007B6066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583" w:type="dxa"/>
            <w:gridSpan w:val="4"/>
            <w:tcBorders>
              <w:top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AE24879" w14:textId="77777777" w:rsidR="007B6066" w:rsidRPr="00A178AA" w:rsidRDefault="007B6066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4944" w:type="dxa"/>
            <w:gridSpan w:val="21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7A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B6066">
              <w:rPr>
                <w:rFonts w:ascii="Century Gothic" w:hAnsi="Century Gothic"/>
                <w:sz w:val="20"/>
                <w:szCs w:val="20"/>
              </w:rPr>
              <w:t xml:space="preserve">Received by: </w:t>
            </w:r>
          </w:p>
          <w:p w14:paraId="5AE2487B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AE2487C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AE2487D" w14:textId="77777777" w:rsidR="007B6066" w:rsidRPr="00A178AA" w:rsidRDefault="007B6066" w:rsidP="007B6066">
            <w:pPr>
              <w:jc w:val="center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7B6066">
              <w:rPr>
                <w:rFonts w:ascii="Century Gothic" w:hAnsi="Century Gothic"/>
                <w:sz w:val="20"/>
                <w:szCs w:val="20"/>
              </w:rPr>
              <w:t>_____________________________</w:t>
            </w:r>
          </w:p>
        </w:tc>
      </w:tr>
      <w:tr w:rsidR="007B6066" w:rsidRPr="00A8082D" w14:paraId="5AE24889" w14:textId="77777777" w:rsidTr="00333E9F">
        <w:tc>
          <w:tcPr>
            <w:tcW w:w="5386" w:type="dxa"/>
            <w:gridSpan w:val="24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7F" w14:textId="77777777" w:rsidR="007B6066" w:rsidRDefault="007B6066" w:rsidP="007B6066">
            <w:pPr>
              <w:spacing w:line="271" w:lineRule="auto"/>
              <w:contextualSpacing/>
              <w:jc w:val="center"/>
            </w:pPr>
            <w:r w:rsidRPr="00F31088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E24896" wp14:editId="5AE24897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71755</wp:posOffset>
                      </wp:positionV>
                      <wp:extent cx="2552700" cy="1362075"/>
                      <wp:effectExtent l="0" t="0" r="1905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362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E248A0" w14:textId="77777777" w:rsidR="008F06DD" w:rsidRDefault="008F06DD" w:rsidP="007B6066">
                                  <w:pPr>
                                    <w:jc w:val="center"/>
                                  </w:pPr>
                                </w:p>
                                <w:p w14:paraId="5AE248A1" w14:textId="77777777" w:rsidR="008F06DD" w:rsidRPr="001042BF" w:rsidRDefault="001042BF" w:rsidP="007B6066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D9D9D9" w:themeColor="background1" w:themeShade="D9"/>
                                      <w:sz w:val="20"/>
                                      <w:szCs w:val="20"/>
                                    </w:rPr>
                                  </w:pPr>
                                  <w:r w:rsidRPr="001042BF">
                                    <w:rPr>
                                      <w:rFonts w:ascii="Century Gothic" w:hAnsi="Century Gothic"/>
                                      <w:color w:val="D9D9D9" w:themeColor="background1" w:themeShade="D9"/>
                                      <w:sz w:val="20"/>
                                      <w:szCs w:val="20"/>
                                    </w:rPr>
                                    <w:t xml:space="preserve">Municipal </w:t>
                                  </w:r>
                                  <w:r w:rsidR="008F06DD" w:rsidRPr="001042BF">
                                    <w:rPr>
                                      <w:rFonts w:ascii="Century Gothic" w:hAnsi="Century Gothic"/>
                                      <w:color w:val="D9D9D9" w:themeColor="background1" w:themeShade="D9"/>
                                      <w:sz w:val="20"/>
                                      <w:szCs w:val="20"/>
                                    </w:rPr>
                                    <w:t>Stamp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E248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.55pt;margin-top:5.65pt;width:201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">
                      <v:textbox>
                        <w:txbxContent>
                          <w:p w14:paraId="5AE248A0" w14:textId="77777777" w:rsidR="008F06DD" w:rsidRDefault="008F06DD" w:rsidP="007B6066">
                            <w:pPr>
                              <w:jc w:val="center"/>
                            </w:pPr>
                          </w:p>
                          <w:p w14:paraId="5AE248A1" w14:textId="77777777" w:rsidR="008F06DD" w:rsidRPr="001042BF" w:rsidRDefault="001042BF" w:rsidP="007B6066">
                            <w:pPr>
                              <w:jc w:val="center"/>
                              <w:rPr>
                                <w:rFonts w:ascii="Century Gothic" w:hAnsi="Century Gothic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1042BF">
                              <w:rPr>
                                <w:rFonts w:ascii="Century Gothic" w:hAnsi="Century Gothic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 xml:space="preserve">Municipal </w:t>
                            </w:r>
                            <w:r w:rsidR="008F06DD" w:rsidRPr="001042BF">
                              <w:rPr>
                                <w:rFonts w:ascii="Century Gothic" w:hAnsi="Century Gothic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AE24880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5AE24881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5AE24882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5AE24883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5AE24884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5AE24885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5AE24886" w14:textId="77777777" w:rsidR="007B6066" w:rsidRPr="00F31088" w:rsidRDefault="007B6066" w:rsidP="007B6066">
            <w:pPr>
              <w:spacing w:line="271" w:lineRule="auto"/>
              <w:contextualSpacing/>
              <w:jc w:val="center"/>
            </w:pPr>
          </w:p>
        </w:tc>
        <w:tc>
          <w:tcPr>
            <w:tcW w:w="583" w:type="dxa"/>
            <w:gridSpan w:val="4"/>
            <w:tcBorders>
              <w:top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AE24887" w14:textId="77777777" w:rsidR="007B6066" w:rsidRPr="00A178AA" w:rsidRDefault="007B6066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4944" w:type="dxa"/>
            <w:gridSpan w:val="21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E24888" w14:textId="77777777" w:rsidR="007B6066" w:rsidRPr="00F31088" w:rsidRDefault="007B6066" w:rsidP="007B6066">
            <w:pPr>
              <w:spacing w:line="271" w:lineRule="auto"/>
              <w:contextualSpacing/>
              <w:jc w:val="center"/>
            </w:pPr>
          </w:p>
        </w:tc>
      </w:tr>
      <w:tr w:rsidR="001E69E9" w:rsidRPr="00A178AA" w14:paraId="5AE2488B" w14:textId="77777777" w:rsidTr="00333E9F">
        <w:tc>
          <w:tcPr>
            <w:tcW w:w="10913" w:type="dxa"/>
            <w:gridSpan w:val="4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E2488A" w14:textId="77777777" w:rsidR="001E69E9" w:rsidRPr="00A178AA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ANNEXURES</w:t>
            </w:r>
          </w:p>
        </w:tc>
      </w:tr>
      <w:tr w:rsidR="001E69E9" w:rsidRPr="00A8082D" w14:paraId="5AE24892" w14:textId="77777777" w:rsidTr="00333E9F">
        <w:tc>
          <w:tcPr>
            <w:tcW w:w="5328" w:type="dxa"/>
            <w:gridSpan w:val="22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shd w:val="clear" w:color="auto" w:fill="FFFFFF" w:themeFill="background1"/>
            <w:vAlign w:val="center"/>
          </w:tcPr>
          <w:p w14:paraId="5AE2488C" w14:textId="77777777" w:rsidR="001E69E9" w:rsidRPr="00A178AA" w:rsidRDefault="001E69E9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The following Annexures are attached for your information, only if applicable:</w:t>
            </w:r>
          </w:p>
          <w:p w14:paraId="5AE2488D" w14:textId="77777777" w:rsidR="001E69E9" w:rsidRPr="00A178AA" w:rsidRDefault="001E69E9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AE2488E" w14:textId="77777777" w:rsidR="001E69E9" w:rsidRPr="00A178AA" w:rsidRDefault="001E69E9" w:rsidP="008F76D2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Please </w:t>
            </w:r>
            <w:r w:rsidRPr="00A178AA">
              <w:rPr>
                <w:rFonts w:ascii="Century Gothic" w:hAnsi="Century Gothic" w:cs="Arial"/>
                <w:b/>
                <w:sz w:val="20"/>
                <w:szCs w:val="20"/>
                <w:u w:val="single"/>
                <w:lang w:val="en-ZA"/>
              </w:rPr>
              <w:t>do not submit</w:t>
            </w:r>
            <w:r w:rsidRPr="00A178AA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these Annexures with the application form.</w:t>
            </w:r>
          </w:p>
        </w:tc>
        <w:tc>
          <w:tcPr>
            <w:tcW w:w="5585" w:type="dxa"/>
            <w:gridSpan w:val="27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E2488F" w14:textId="77777777" w:rsidR="001E69E9" w:rsidRPr="00A178AA" w:rsidRDefault="001E69E9" w:rsidP="001A5E35">
            <w:pPr>
              <w:spacing w:line="276" w:lineRule="auto"/>
              <w:ind w:left="1332" w:hanging="1332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A5E35">
              <w:rPr>
                <w:rFonts w:ascii="Century Gothic" w:hAnsi="Century Gothic" w:cs="Arial"/>
                <w:sz w:val="20"/>
                <w:szCs w:val="20"/>
                <w:u w:val="single"/>
                <w:lang w:val="en-ZA"/>
              </w:rPr>
              <w:t>Annexure 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:  </w:t>
            </w:r>
            <w:r w:rsidR="001042BF">
              <w:rPr>
                <w:rFonts w:ascii="Century Gothic" w:hAnsi="Century Gothic" w:cs="Arial"/>
                <w:sz w:val="20"/>
                <w:szCs w:val="20"/>
                <w:lang w:val="en-ZA"/>
              </w:rPr>
              <w:t>Minimum requirements matrix</w:t>
            </w:r>
          </w:p>
          <w:p w14:paraId="5AE24890" w14:textId="77777777" w:rsidR="001E69E9" w:rsidRDefault="001E69E9" w:rsidP="001042BF">
            <w:pPr>
              <w:spacing w:line="276" w:lineRule="auto"/>
              <w:ind w:left="1332" w:hanging="1332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A5E35">
              <w:rPr>
                <w:rFonts w:ascii="Century Gothic" w:hAnsi="Century Gothic" w:cs="Arial"/>
                <w:sz w:val="20"/>
                <w:szCs w:val="20"/>
                <w:u w:val="single"/>
                <w:lang w:val="en-ZA"/>
              </w:rPr>
              <w:t>Annexure B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:  </w:t>
            </w:r>
            <w:r w:rsidR="001042BF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Land </w:t>
            </w:r>
            <w:r w:rsidR="008B4E2D">
              <w:rPr>
                <w:rFonts w:ascii="Century Gothic" w:hAnsi="Century Gothic" w:cs="Arial"/>
                <w:sz w:val="20"/>
                <w:szCs w:val="20"/>
                <w:lang w:val="en-ZA"/>
              </w:rPr>
              <w:t>use planning</w:t>
            </w:r>
            <w:r w:rsidR="001042BF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pplication s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ubmission and protocol</w:t>
            </w:r>
          </w:p>
          <w:p w14:paraId="5AE24891" w14:textId="77777777" w:rsidR="001042BF" w:rsidRPr="00A178AA" w:rsidRDefault="001042BF" w:rsidP="008B4E2D">
            <w:pPr>
              <w:spacing w:line="276" w:lineRule="auto"/>
              <w:ind w:left="1332" w:hanging="1332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u w:val="single"/>
                <w:lang w:val="en-ZA"/>
              </w:rPr>
              <w:t>Annexure C</w:t>
            </w:r>
            <w:r w:rsidRPr="001042BF">
              <w:rPr>
                <w:rFonts w:ascii="Century Gothic" w:hAnsi="Century Gothic" w:cs="Arial"/>
                <w:sz w:val="20"/>
                <w:szCs w:val="20"/>
                <w:lang w:val="en-ZA"/>
              </w:rPr>
              <w:t>: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 Land </w:t>
            </w:r>
            <w:r w:rsidR="008B4E2D">
              <w:rPr>
                <w:rFonts w:ascii="Century Gothic" w:hAnsi="Century Gothic" w:cs="Arial"/>
                <w:sz w:val="20"/>
                <w:szCs w:val="20"/>
                <w:lang w:val="en-ZA"/>
              </w:rPr>
              <w:t>use planning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application workflow</w:t>
            </w:r>
          </w:p>
        </w:tc>
      </w:tr>
    </w:tbl>
    <w:p w14:paraId="5AE24893" w14:textId="77777777" w:rsidR="007B6066" w:rsidRPr="00A8082D" w:rsidRDefault="007B6066" w:rsidP="008F76D2">
      <w:pPr>
        <w:rPr>
          <w:rFonts w:ascii="Century Gothic" w:hAnsi="Century Gothic"/>
          <w:sz w:val="20"/>
          <w:szCs w:val="20"/>
        </w:rPr>
      </w:pPr>
    </w:p>
    <w:sectPr w:rsidR="007B6066" w:rsidRPr="00A8082D" w:rsidSect="008F76D2">
      <w:headerReference w:type="default" r:id="rId9"/>
      <w:footerReference w:type="default" r:id="rId10"/>
      <w:pgSz w:w="11906" w:h="16838"/>
      <w:pgMar w:top="565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21330" w14:textId="77777777" w:rsidR="006D2BBB" w:rsidRDefault="006D2BBB" w:rsidP="00B67892">
      <w:r>
        <w:separator/>
      </w:r>
    </w:p>
  </w:endnote>
  <w:endnote w:type="continuationSeparator" w:id="0">
    <w:p w14:paraId="4AF5E21C" w14:textId="77777777" w:rsidR="006D2BBB" w:rsidRDefault="006D2BBB" w:rsidP="00B6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  <w:sz w:val="20"/>
        <w:szCs w:val="20"/>
      </w:rPr>
      <w:id w:val="1830710066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5AE2489E" w14:textId="77777777" w:rsidR="008F06DD" w:rsidRPr="00716C8B" w:rsidRDefault="008F06DD">
            <w:pPr>
              <w:pStyle w:val="Footer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16C8B">
              <w:rPr>
                <w:rFonts w:ascii="Century Gothic" w:hAnsi="Century Gothic"/>
                <w:sz w:val="20"/>
                <w:szCs w:val="20"/>
              </w:rPr>
              <w:t xml:space="preserve">Page </w: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instrText xml:space="preserve"> PAGE </w:instrTex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B50D3A">
              <w:rPr>
                <w:rFonts w:ascii="Century Gothic" w:hAnsi="Century Gothic"/>
                <w:bCs/>
                <w:noProof/>
                <w:sz w:val="20"/>
                <w:szCs w:val="20"/>
              </w:rPr>
              <w:t>6</w: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716C8B">
              <w:rPr>
                <w:rFonts w:ascii="Century Gothic" w:hAnsi="Century Gothic"/>
                <w:sz w:val="20"/>
                <w:szCs w:val="20"/>
              </w:rPr>
              <w:t xml:space="preserve"> of </w: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instrText xml:space="preserve"> NUMPAGES  </w:instrTex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B50D3A">
              <w:rPr>
                <w:rFonts w:ascii="Century Gothic" w:hAnsi="Century Gothic"/>
                <w:bCs/>
                <w:noProof/>
                <w:sz w:val="20"/>
                <w:szCs w:val="20"/>
              </w:rPr>
              <w:t>6</w: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E2489F" w14:textId="77777777" w:rsidR="008F06DD" w:rsidRDefault="008F06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5D442" w14:textId="77777777" w:rsidR="006D2BBB" w:rsidRDefault="006D2BBB" w:rsidP="00B67892">
      <w:r>
        <w:separator/>
      </w:r>
    </w:p>
  </w:footnote>
  <w:footnote w:type="continuationSeparator" w:id="0">
    <w:p w14:paraId="4AC3523E" w14:textId="77777777" w:rsidR="006D2BBB" w:rsidRDefault="006D2BBB" w:rsidP="00B67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2489C" w14:textId="77777777" w:rsidR="009077DD" w:rsidRPr="00B50D3A" w:rsidRDefault="009077DD" w:rsidP="009077DD">
    <w:pPr>
      <w:pStyle w:val="Header"/>
      <w:jc w:val="right"/>
      <w:rPr>
        <w:rFonts w:cs="Arial"/>
        <w:b/>
        <w:sz w:val="24"/>
      </w:rPr>
    </w:pPr>
    <w:r w:rsidRPr="00B50D3A">
      <w:rPr>
        <w:rFonts w:cs="Arial"/>
        <w:b/>
        <w:sz w:val="24"/>
      </w:rPr>
      <w:t>T2</w:t>
    </w:r>
  </w:p>
  <w:p w14:paraId="5AE2489D" w14:textId="77777777" w:rsidR="009077DD" w:rsidRDefault="009077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55EC"/>
    <w:multiLevelType w:val="hybridMultilevel"/>
    <w:tmpl w:val="E4D8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178D"/>
    <w:multiLevelType w:val="hybridMultilevel"/>
    <w:tmpl w:val="84F06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D3109"/>
    <w:multiLevelType w:val="hybridMultilevel"/>
    <w:tmpl w:val="41769F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9491C"/>
    <w:multiLevelType w:val="hybridMultilevel"/>
    <w:tmpl w:val="E4D8EEF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77821"/>
    <w:multiLevelType w:val="hybridMultilevel"/>
    <w:tmpl w:val="57C6BF5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202465">
    <w:abstractNumId w:val="1"/>
  </w:num>
  <w:num w:numId="2" w16cid:durableId="417942424">
    <w:abstractNumId w:val="3"/>
  </w:num>
  <w:num w:numId="3" w16cid:durableId="251277914">
    <w:abstractNumId w:val="0"/>
  </w:num>
  <w:num w:numId="4" w16cid:durableId="1148668146">
    <w:abstractNumId w:val="2"/>
  </w:num>
  <w:num w:numId="5" w16cid:durableId="887498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ED0"/>
    <w:rsid w:val="00001072"/>
    <w:rsid w:val="00013DCA"/>
    <w:rsid w:val="0003234A"/>
    <w:rsid w:val="00032A4B"/>
    <w:rsid w:val="00033AEF"/>
    <w:rsid w:val="00033DD4"/>
    <w:rsid w:val="00043A2B"/>
    <w:rsid w:val="0005796C"/>
    <w:rsid w:val="00066E78"/>
    <w:rsid w:val="00073344"/>
    <w:rsid w:val="00085AFD"/>
    <w:rsid w:val="000B5BBB"/>
    <w:rsid w:val="000C7D77"/>
    <w:rsid w:val="000E3158"/>
    <w:rsid w:val="000F3E42"/>
    <w:rsid w:val="00103BA1"/>
    <w:rsid w:val="0010400E"/>
    <w:rsid w:val="001042BF"/>
    <w:rsid w:val="0013677E"/>
    <w:rsid w:val="001561E3"/>
    <w:rsid w:val="00177FFB"/>
    <w:rsid w:val="00185567"/>
    <w:rsid w:val="0019129E"/>
    <w:rsid w:val="001A0548"/>
    <w:rsid w:val="001A2353"/>
    <w:rsid w:val="001A2A9A"/>
    <w:rsid w:val="001A5E35"/>
    <w:rsid w:val="001B416A"/>
    <w:rsid w:val="001D3151"/>
    <w:rsid w:val="001D3E3C"/>
    <w:rsid w:val="001E2278"/>
    <w:rsid w:val="001E69E9"/>
    <w:rsid w:val="001F0822"/>
    <w:rsid w:val="001F3B46"/>
    <w:rsid w:val="00203C36"/>
    <w:rsid w:val="00213F13"/>
    <w:rsid w:val="00251837"/>
    <w:rsid w:val="002527A5"/>
    <w:rsid w:val="00256C26"/>
    <w:rsid w:val="00285301"/>
    <w:rsid w:val="002C4151"/>
    <w:rsid w:val="002C4E42"/>
    <w:rsid w:val="002D2803"/>
    <w:rsid w:val="002F5181"/>
    <w:rsid w:val="00300EA0"/>
    <w:rsid w:val="003270A7"/>
    <w:rsid w:val="00333E9F"/>
    <w:rsid w:val="00337397"/>
    <w:rsid w:val="0035185C"/>
    <w:rsid w:val="00360B73"/>
    <w:rsid w:val="00394CBA"/>
    <w:rsid w:val="0039743D"/>
    <w:rsid w:val="003C3769"/>
    <w:rsid w:val="003E29C9"/>
    <w:rsid w:val="00405A5A"/>
    <w:rsid w:val="004111F9"/>
    <w:rsid w:val="00414080"/>
    <w:rsid w:val="0041625F"/>
    <w:rsid w:val="0043009A"/>
    <w:rsid w:val="00431821"/>
    <w:rsid w:val="00437E5B"/>
    <w:rsid w:val="004432F6"/>
    <w:rsid w:val="00471B4C"/>
    <w:rsid w:val="004964B7"/>
    <w:rsid w:val="004B6992"/>
    <w:rsid w:val="004C78E1"/>
    <w:rsid w:val="004D57CB"/>
    <w:rsid w:val="004D7A55"/>
    <w:rsid w:val="004F3663"/>
    <w:rsid w:val="00532E34"/>
    <w:rsid w:val="00536E98"/>
    <w:rsid w:val="00537B43"/>
    <w:rsid w:val="00544994"/>
    <w:rsid w:val="005662FB"/>
    <w:rsid w:val="0056639B"/>
    <w:rsid w:val="005779E8"/>
    <w:rsid w:val="00586431"/>
    <w:rsid w:val="00590218"/>
    <w:rsid w:val="00590E06"/>
    <w:rsid w:val="005C0FC9"/>
    <w:rsid w:val="005C5C24"/>
    <w:rsid w:val="00600CAD"/>
    <w:rsid w:val="00610207"/>
    <w:rsid w:val="00611417"/>
    <w:rsid w:val="0061404B"/>
    <w:rsid w:val="00672971"/>
    <w:rsid w:val="006A069F"/>
    <w:rsid w:val="006B0801"/>
    <w:rsid w:val="006C776D"/>
    <w:rsid w:val="006D2BBB"/>
    <w:rsid w:val="006D796E"/>
    <w:rsid w:val="006E31FB"/>
    <w:rsid w:val="006F0C8F"/>
    <w:rsid w:val="006F207C"/>
    <w:rsid w:val="0070132E"/>
    <w:rsid w:val="007107A9"/>
    <w:rsid w:val="00716C8B"/>
    <w:rsid w:val="00720891"/>
    <w:rsid w:val="00733796"/>
    <w:rsid w:val="00747EBE"/>
    <w:rsid w:val="007558F7"/>
    <w:rsid w:val="00775764"/>
    <w:rsid w:val="00786062"/>
    <w:rsid w:val="007B6066"/>
    <w:rsid w:val="007B63FB"/>
    <w:rsid w:val="007C5D3C"/>
    <w:rsid w:val="007C7366"/>
    <w:rsid w:val="007D021A"/>
    <w:rsid w:val="007E4CE1"/>
    <w:rsid w:val="007F0293"/>
    <w:rsid w:val="00807CBA"/>
    <w:rsid w:val="008361CD"/>
    <w:rsid w:val="00867444"/>
    <w:rsid w:val="008710FD"/>
    <w:rsid w:val="00882FEB"/>
    <w:rsid w:val="00892D2D"/>
    <w:rsid w:val="008A601F"/>
    <w:rsid w:val="008B1081"/>
    <w:rsid w:val="008B4E2D"/>
    <w:rsid w:val="008F06DD"/>
    <w:rsid w:val="008F4DC5"/>
    <w:rsid w:val="008F76D2"/>
    <w:rsid w:val="00904786"/>
    <w:rsid w:val="00906DCF"/>
    <w:rsid w:val="009077DD"/>
    <w:rsid w:val="00923378"/>
    <w:rsid w:val="00925532"/>
    <w:rsid w:val="009276B5"/>
    <w:rsid w:val="00936411"/>
    <w:rsid w:val="00966FBF"/>
    <w:rsid w:val="009B530E"/>
    <w:rsid w:val="009C3647"/>
    <w:rsid w:val="009D21DB"/>
    <w:rsid w:val="009D3D86"/>
    <w:rsid w:val="009E30D5"/>
    <w:rsid w:val="009F04C7"/>
    <w:rsid w:val="009F346A"/>
    <w:rsid w:val="00A17844"/>
    <w:rsid w:val="00A178AA"/>
    <w:rsid w:val="00A21AC3"/>
    <w:rsid w:val="00A22AAB"/>
    <w:rsid w:val="00A52391"/>
    <w:rsid w:val="00A73B10"/>
    <w:rsid w:val="00A8082D"/>
    <w:rsid w:val="00AA3B56"/>
    <w:rsid w:val="00AE79CD"/>
    <w:rsid w:val="00AF2EC1"/>
    <w:rsid w:val="00B019A4"/>
    <w:rsid w:val="00B50D3A"/>
    <w:rsid w:val="00B67892"/>
    <w:rsid w:val="00B94C19"/>
    <w:rsid w:val="00BB6068"/>
    <w:rsid w:val="00BD19D7"/>
    <w:rsid w:val="00BD231A"/>
    <w:rsid w:val="00BE4DF0"/>
    <w:rsid w:val="00BF05BD"/>
    <w:rsid w:val="00BF0B87"/>
    <w:rsid w:val="00C03847"/>
    <w:rsid w:val="00C05947"/>
    <w:rsid w:val="00C1401F"/>
    <w:rsid w:val="00C14FD6"/>
    <w:rsid w:val="00C27258"/>
    <w:rsid w:val="00C46ED0"/>
    <w:rsid w:val="00C47A2D"/>
    <w:rsid w:val="00C56A37"/>
    <w:rsid w:val="00C70582"/>
    <w:rsid w:val="00C746BE"/>
    <w:rsid w:val="00C77CF3"/>
    <w:rsid w:val="00C844D8"/>
    <w:rsid w:val="00C956DE"/>
    <w:rsid w:val="00CC0396"/>
    <w:rsid w:val="00CD03FA"/>
    <w:rsid w:val="00CD4CAD"/>
    <w:rsid w:val="00CE690B"/>
    <w:rsid w:val="00CF3371"/>
    <w:rsid w:val="00D37FC0"/>
    <w:rsid w:val="00D40CD2"/>
    <w:rsid w:val="00D4105A"/>
    <w:rsid w:val="00D84B92"/>
    <w:rsid w:val="00D96031"/>
    <w:rsid w:val="00DA0250"/>
    <w:rsid w:val="00DA343D"/>
    <w:rsid w:val="00DB53F8"/>
    <w:rsid w:val="00DC5CCE"/>
    <w:rsid w:val="00DE3433"/>
    <w:rsid w:val="00DE375F"/>
    <w:rsid w:val="00DE72AE"/>
    <w:rsid w:val="00DF63C8"/>
    <w:rsid w:val="00DF78EA"/>
    <w:rsid w:val="00E0568F"/>
    <w:rsid w:val="00E33C51"/>
    <w:rsid w:val="00E54503"/>
    <w:rsid w:val="00E55C51"/>
    <w:rsid w:val="00E67865"/>
    <w:rsid w:val="00E70580"/>
    <w:rsid w:val="00E75C63"/>
    <w:rsid w:val="00E833BF"/>
    <w:rsid w:val="00E853C9"/>
    <w:rsid w:val="00E91585"/>
    <w:rsid w:val="00EA66E8"/>
    <w:rsid w:val="00EA693C"/>
    <w:rsid w:val="00EC13ED"/>
    <w:rsid w:val="00ED3C1B"/>
    <w:rsid w:val="00F03B67"/>
    <w:rsid w:val="00F1622D"/>
    <w:rsid w:val="00F26EA8"/>
    <w:rsid w:val="00F359FD"/>
    <w:rsid w:val="00F3675E"/>
    <w:rsid w:val="00F57B85"/>
    <w:rsid w:val="00F748F5"/>
    <w:rsid w:val="00FA09CF"/>
    <w:rsid w:val="00FC6F22"/>
    <w:rsid w:val="00FD1A57"/>
    <w:rsid w:val="00FD3E27"/>
    <w:rsid w:val="00FD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E245EB"/>
  <w15:docId w15:val="{C9FC35FA-B6FD-45D1-8C4C-F185392A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6ED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13E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rsid w:val="00394CBA"/>
    <w:pPr>
      <w:tabs>
        <w:tab w:val="center" w:pos="4320"/>
        <w:tab w:val="right" w:pos="8640"/>
      </w:tabs>
      <w:jc w:val="both"/>
    </w:pPr>
    <w:rPr>
      <w:rFonts w:ascii="Arial" w:hAnsi="Arial"/>
      <w:sz w:val="22"/>
      <w:lang w:val="en-ZA"/>
    </w:rPr>
  </w:style>
  <w:style w:type="character" w:customStyle="1" w:styleId="HeaderChar">
    <w:name w:val="Header Char"/>
    <w:basedOn w:val="DefaultParagraphFont"/>
    <w:link w:val="Header"/>
    <w:uiPriority w:val="99"/>
    <w:rsid w:val="00394CBA"/>
    <w:rPr>
      <w:rFonts w:ascii="Arial" w:eastAsia="Times New Roman" w:hAnsi="Arial" w:cs="Times New Roman"/>
      <w:szCs w:val="24"/>
    </w:rPr>
  </w:style>
  <w:style w:type="paragraph" w:styleId="ListParagraph">
    <w:name w:val="List Paragraph"/>
    <w:basedOn w:val="Normal"/>
    <w:uiPriority w:val="34"/>
    <w:qFormat/>
    <w:rsid w:val="00B019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678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89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01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13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13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B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B87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46ED0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NoSpacing">
    <w:name w:val="No Spacing"/>
    <w:link w:val="NoSpacingChar"/>
    <w:uiPriority w:val="1"/>
    <w:qFormat/>
    <w:rsid w:val="00C46ED0"/>
    <w:pPr>
      <w:spacing w:after="0" w:line="240" w:lineRule="auto"/>
    </w:pPr>
    <w:rPr>
      <w:rFonts w:ascii="Calibri" w:eastAsia="MS Mincho" w:hAnsi="Calibri" w:cs="Arial"/>
      <w:lang w:val="en-US" w:eastAsia="ja-JP"/>
    </w:rPr>
  </w:style>
  <w:style w:type="character" w:customStyle="1" w:styleId="NoSpacingChar">
    <w:name w:val="No Spacing Char"/>
    <w:link w:val="NoSpacing"/>
    <w:uiPriority w:val="1"/>
    <w:rsid w:val="00C46ED0"/>
    <w:rPr>
      <w:rFonts w:ascii="Calibri" w:eastAsia="MS Mincho" w:hAnsi="Calibri" w:cs="Arial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C56A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6A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u@mulil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ma\AppData\Local\Temp\Temp1_Fwd%20Municipal%20Pro-Forma%20Templates-1.zip\T2.%20Municipal%20Land%20Use%20applicatio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T2. Municipal Land Use application form</Template>
  <TotalTime>287</TotalTime>
  <Pages>6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Elma du Plessis</dc:creator>
  <cp:keywords/>
  <dc:description/>
  <cp:lastModifiedBy>Andries Du Plessis</cp:lastModifiedBy>
  <cp:revision>68</cp:revision>
  <cp:lastPrinted>2025-06-09T05:32:00Z</cp:lastPrinted>
  <dcterms:created xsi:type="dcterms:W3CDTF">2015-07-27T10:24:00Z</dcterms:created>
  <dcterms:modified xsi:type="dcterms:W3CDTF">2025-06-09T05:49:00Z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2025-05-19T08:19:52Z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74dcfe8d-5dee-4d86-ba3f-9dee61895690</vt:lpwstr>
  </property>
  <property fmtid="{D5CDD505-2E9C-101B-9397-08002B2CF9AE}" pid="7" name="MSIP_Label_defa4170-0d19-0005-0004-bc88714345d2_ActionId">
    <vt:lpwstr>50a18f1f-687b-4618-8462-c8ceaeee73f3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